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F76DF17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C02182">
        <w:rPr>
          <w:rStyle w:val="Strong"/>
          <w:rFonts w:asciiTheme="minorHAnsi" w:hAnsiTheme="minorHAnsi" w:cstheme="minorHAnsi"/>
          <w:lang w:val="en-GB"/>
        </w:rPr>
        <w:t>15-G023-23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7332FF04" w14:textId="5D153C42" w:rsidR="005F592B" w:rsidRDefault="005F592B" w:rsidP="005F59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women Centre was a 2009 priority project for the Island Council of Aranuka. It is still an outstanding project for the Island, that is the implementation has been delayed for almost 8 years despite the availability of the project’s fund and which was partly caused as a result of the Island Council changing of decisions regarding the design of the project. However the core purpose for this project is</w:t>
      </w:r>
      <w:r w:rsidRPr="005F592B">
        <w:t xml:space="preserve"> </w:t>
      </w:r>
      <w:r>
        <w:rPr>
          <w:rFonts w:ascii="Arial" w:hAnsi="Arial" w:cs="Arial"/>
        </w:rPr>
        <w:t>to</w:t>
      </w:r>
      <w:r w:rsidRPr="005F592B">
        <w:rPr>
          <w:rFonts w:ascii="Arial" w:hAnsi="Arial" w:cs="Arial"/>
        </w:rPr>
        <w:t xml:space="preserve"> provide women with a building to bring together of their skills cohesively for the betterment of the Island.</w:t>
      </w:r>
    </w:p>
    <w:p w14:paraId="24A7EEAB" w14:textId="445C6F55" w:rsidR="00C44890" w:rsidRPr="00492684" w:rsidRDefault="00C44890" w:rsidP="00C44890">
      <w:pPr>
        <w:rPr>
          <w:lang w:val="en-GB"/>
        </w:rPr>
      </w:pP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4BDBF320" w:rsidR="00C44890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5F592B">
        <w:rPr>
          <w:lang w:val="en-GB"/>
        </w:rPr>
        <w:t xml:space="preserve"> All suppliers are required to submit the following documents.</w:t>
      </w:r>
      <w:r w:rsidR="00C02182">
        <w:rPr>
          <w:lang w:val="en-GB"/>
        </w:rPr>
        <w:t xml:space="preserve"> </w:t>
      </w:r>
    </w:p>
    <w:p w14:paraId="6D2D9596" w14:textId="28675759" w:rsidR="005F592B" w:rsidRDefault="005F592B" w:rsidP="005F592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Quotation from the Bidder must be vat inclusive. Note supplier is accountable to pay for the custom duty and delivery charges (Technical components with financial – showing costings).</w:t>
      </w:r>
    </w:p>
    <w:p w14:paraId="6DD53BE3" w14:textId="3F132256" w:rsidR="005F592B" w:rsidRDefault="005F592B" w:rsidP="005F592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Bank statement (It will determine the supplier capacity)</w:t>
      </w:r>
    </w:p>
    <w:p w14:paraId="3BB81434" w14:textId="0A801584" w:rsidR="005F592B" w:rsidRDefault="005F592B" w:rsidP="005F592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Business License from either BTC &amp; TUC.</w:t>
      </w:r>
    </w:p>
    <w:p w14:paraId="393D94BE" w14:textId="4437375D" w:rsidR="005F592B" w:rsidRDefault="005F592B" w:rsidP="005F592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Time Schedule for supplying of the project materials</w:t>
      </w:r>
    </w:p>
    <w:p w14:paraId="63B9B8A8" w14:textId="500AEDAA" w:rsidR="002A4740" w:rsidRDefault="005F592B" w:rsidP="00C44890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Tax clearance letter</w:t>
      </w:r>
    </w:p>
    <w:p w14:paraId="4E4C60D5" w14:textId="6938D52E" w:rsidR="00C02182" w:rsidRPr="00C02182" w:rsidRDefault="00C02182" w:rsidP="00C02182">
      <w:pPr>
        <w:rPr>
          <w:lang w:val="en-GB"/>
        </w:rPr>
      </w:pPr>
      <w:r>
        <w:rPr>
          <w:lang w:val="en-GB"/>
        </w:rPr>
        <w:t>Please note that the list provided in the Instructions on How to Submit a Quotation template (page 5) are the requirements needed for tender opening. The list above all compiled in the Technical Component (list letter d).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6BB21897" w:rsidR="00C44890" w:rsidRPr="00492684" w:rsidRDefault="00C02182" w:rsidP="00C44890">
      <w:pPr>
        <w:rPr>
          <w:lang w:val="en-GB"/>
        </w:rPr>
      </w:pPr>
      <w:r>
        <w:rPr>
          <w:lang w:val="en-GB"/>
        </w:rPr>
        <w:t>Not Applicable</w:t>
      </w:r>
      <w:bookmarkStart w:id="8" w:name="_GoBack"/>
      <w:bookmarkEnd w:id="8"/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4A7CB5FA" w:rsidR="00C44890" w:rsidRPr="00492684" w:rsidRDefault="00AA6918" w:rsidP="00C44890">
      <w:pPr>
        <w:rPr>
          <w:lang w:val="en-GB"/>
        </w:rPr>
      </w:pPr>
      <w:r>
        <w:rPr>
          <w:lang w:val="en-GB"/>
        </w:rPr>
        <w:t>Suppliers are required to provide the delivery timefram</w:t>
      </w:r>
      <w:r w:rsidR="000F67E2">
        <w:rPr>
          <w:lang w:val="en-GB"/>
        </w:rPr>
        <w:t>e</w:t>
      </w:r>
      <w:r>
        <w:rPr>
          <w:lang w:val="en-GB"/>
        </w:rPr>
        <w:t>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1"/>
        <w:tblW w:w="9424" w:type="dxa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4640A4" w:rsidRPr="00492684" w14:paraId="7BA20976" w14:textId="59B94A2B" w:rsidTr="004640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4640A4" w:rsidRPr="00492684" w:rsidRDefault="004640A4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4640A4" w:rsidRPr="00492684" w:rsidRDefault="004640A4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4640A4" w:rsidRPr="00492684" w:rsidRDefault="004640A4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15D12315" w:rsidR="004640A4" w:rsidRPr="00492684" w:rsidRDefault="004640A4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Quantity</w:t>
            </w:r>
          </w:p>
        </w:tc>
        <w:tc>
          <w:tcPr>
            <w:tcW w:w="1417" w:type="dxa"/>
          </w:tcPr>
          <w:p w14:paraId="345F2A9D" w14:textId="307D1751" w:rsidR="004640A4" w:rsidRPr="00492684" w:rsidRDefault="004640A4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4640A4" w:rsidRPr="00492684" w14:paraId="6E6D2AD2" w14:textId="41F29E74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2EEAF841" w:rsidR="004640A4" w:rsidRPr="00492684" w:rsidRDefault="004640A4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A4A0819" w14:textId="71852BC0" w:rsidR="004640A4" w:rsidRPr="00161D95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161D95">
              <w:rPr>
                <w:b/>
                <w:lang w:val="en-GB"/>
              </w:rPr>
              <w:t>Toolls &amp; Sundries</w:t>
            </w:r>
          </w:p>
        </w:tc>
        <w:tc>
          <w:tcPr>
            <w:tcW w:w="1134" w:type="dxa"/>
          </w:tcPr>
          <w:p w14:paraId="352597C6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74E0324" w14:textId="3A7B6733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4ED36589" w:rsidR="004640A4" w:rsidRPr="00FD1386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3F7DABB" w14:textId="2FEA646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Shovels</w:t>
            </w:r>
          </w:p>
        </w:tc>
        <w:tc>
          <w:tcPr>
            <w:tcW w:w="1134" w:type="dxa"/>
          </w:tcPr>
          <w:p w14:paraId="468F09AE" w14:textId="12D5C09F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78733891" w14:textId="13E6FB3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2B32EE03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278F09A" w14:textId="5BE1C4CD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1EEB1828" w:rsidR="004640A4" w:rsidRPr="00FD1386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B307F71" w14:textId="289C6793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Wheel barrow</w:t>
            </w:r>
          </w:p>
        </w:tc>
        <w:tc>
          <w:tcPr>
            <w:tcW w:w="1134" w:type="dxa"/>
          </w:tcPr>
          <w:p w14:paraId="7E95E12C" w14:textId="0A457053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56EC4DFE" w14:textId="53C408F3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F47D2E5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0AC8E16" w14:textId="0172A703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3C0A72C6" w:rsidR="004640A4" w:rsidRPr="00FD1386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390BBF6" w14:textId="45AD0C5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Bolt cutter</w:t>
            </w:r>
          </w:p>
        </w:tc>
        <w:tc>
          <w:tcPr>
            <w:tcW w:w="1134" w:type="dxa"/>
          </w:tcPr>
          <w:p w14:paraId="7287B7A9" w14:textId="362584C1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5B9DD2CB" w14:textId="5F918AAC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67DCF78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63EFCF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C4755D3" w14:textId="77E1F144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7B46AF0" w14:textId="2A7DE87C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Crow bar</w:t>
            </w:r>
          </w:p>
        </w:tc>
        <w:tc>
          <w:tcPr>
            <w:tcW w:w="1134" w:type="dxa"/>
          </w:tcPr>
          <w:p w14:paraId="3F776E73" w14:textId="1D1A1E38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63D515E1" w14:textId="2BD1F0B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0B54C5B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62CE5A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97AD177" w14:textId="31F1A7A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7C2A9B4" w14:textId="442C7698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Trowel 200mm pointed</w:t>
            </w:r>
          </w:p>
        </w:tc>
        <w:tc>
          <w:tcPr>
            <w:tcW w:w="1134" w:type="dxa"/>
          </w:tcPr>
          <w:p w14:paraId="01F558C1" w14:textId="1638C507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3C5A890E" w14:textId="269F4098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848A69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1F9BCB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372DAA9" w14:textId="1EB98584" w:rsidR="004640A4" w:rsidRPr="0015480B" w:rsidRDefault="004640A4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783B5890" w14:textId="32D7519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Trowel blaster </w:t>
            </w:r>
          </w:p>
        </w:tc>
        <w:tc>
          <w:tcPr>
            <w:tcW w:w="1134" w:type="dxa"/>
          </w:tcPr>
          <w:p w14:paraId="17C17DFB" w14:textId="64F2294A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750ACEC9" w14:textId="64DC9D61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AABF599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1C6F27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0F2ED75" w14:textId="4E43D63E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28C5BDF" w14:textId="48C91631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Circular saw</w:t>
            </w:r>
          </w:p>
        </w:tc>
        <w:tc>
          <w:tcPr>
            <w:tcW w:w="1134" w:type="dxa"/>
          </w:tcPr>
          <w:p w14:paraId="6DAD66F4" w14:textId="1EC406E3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3053A2E4" w14:textId="78F514D0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39CCF3C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4EC3E8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84F6AA9" w14:textId="1B7EF8B2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9BBA32D" w14:textId="5A39216F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Cordless drill</w:t>
            </w:r>
          </w:p>
        </w:tc>
        <w:tc>
          <w:tcPr>
            <w:tcW w:w="1134" w:type="dxa"/>
          </w:tcPr>
          <w:p w14:paraId="1E6FAE4C" w14:textId="288A2708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3D7E4EE2" w14:textId="1DE49514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31A51390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E51D2B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62771E6" w14:textId="711774EA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2494885" w14:textId="578CC55D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Lead wire 20m</w:t>
            </w:r>
          </w:p>
        </w:tc>
        <w:tc>
          <w:tcPr>
            <w:tcW w:w="1134" w:type="dxa"/>
          </w:tcPr>
          <w:p w14:paraId="506FC020" w14:textId="2F0C24A1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6A2A731A" w14:textId="1F21BA18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98E975D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4F5180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40D3069" w14:textId="2BED3450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9071113" w14:textId="79685215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Angle grinder</w:t>
            </w:r>
          </w:p>
        </w:tc>
        <w:tc>
          <w:tcPr>
            <w:tcW w:w="1134" w:type="dxa"/>
          </w:tcPr>
          <w:p w14:paraId="3F26D314" w14:textId="7A599690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4F7C838D" w14:textId="5A42986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6CF9787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EE8AB0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9A83D88" w14:textId="45FCABEA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64D5495" w14:textId="4E928C93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Block moulds 200mm thick</w:t>
            </w:r>
          </w:p>
        </w:tc>
        <w:tc>
          <w:tcPr>
            <w:tcW w:w="1134" w:type="dxa"/>
          </w:tcPr>
          <w:p w14:paraId="3FB2D197" w14:textId="379424EC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4A1F5231" w14:textId="5C2F55B8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EA0EE74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6D152A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CF2A331" w14:textId="095C1B75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36B61C0" w14:textId="483B4801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Hose 12 mm dimeter 25m</w:t>
            </w:r>
          </w:p>
        </w:tc>
        <w:tc>
          <w:tcPr>
            <w:tcW w:w="1134" w:type="dxa"/>
          </w:tcPr>
          <w:p w14:paraId="1991B927" w14:textId="463D4098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0678BBB4" w14:textId="20600DEB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0C59426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6A18E6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3D35BE" w14:textId="7777777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1437D62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252DFDC2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06CB731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5BCCA17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00DB9D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EE1BCAB" w14:textId="7777777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50FDA7E" w14:textId="649C7CEF" w:rsidR="004640A4" w:rsidRPr="00161D95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161D95">
              <w:rPr>
                <w:b/>
                <w:lang w:val="en-GB"/>
              </w:rPr>
              <w:t>Concrete Works (cement type GP or GB) and to be 20MPA Concrete strength</w:t>
            </w:r>
          </w:p>
        </w:tc>
        <w:tc>
          <w:tcPr>
            <w:tcW w:w="1134" w:type="dxa"/>
          </w:tcPr>
          <w:p w14:paraId="3C3DDCA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2C47CEF0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9DA8ADA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5E50EE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99F557C" w14:textId="2D961D1D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09F2A80" w14:textId="04C5AE4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 kg cement for slab, lintel, beam, block grout and screeding</w:t>
            </w:r>
          </w:p>
        </w:tc>
        <w:tc>
          <w:tcPr>
            <w:tcW w:w="1134" w:type="dxa"/>
          </w:tcPr>
          <w:p w14:paraId="452E29AC" w14:textId="7EC51B0B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170175AB" w14:textId="39C69556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144</w:t>
            </w:r>
          </w:p>
        </w:tc>
        <w:tc>
          <w:tcPr>
            <w:tcW w:w="1417" w:type="dxa"/>
          </w:tcPr>
          <w:p w14:paraId="2E0BCDDB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18109E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F7933D9" w14:textId="72E7B18E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7C6B857" w14:textId="492579E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 kg cemen (1240 concrete blocks 200mm thick)</w:t>
            </w:r>
          </w:p>
        </w:tc>
        <w:tc>
          <w:tcPr>
            <w:tcW w:w="1134" w:type="dxa"/>
          </w:tcPr>
          <w:p w14:paraId="5D9AB766" w14:textId="527FB4D2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137A9D13" w14:textId="275265A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67</w:t>
            </w:r>
          </w:p>
        </w:tc>
        <w:tc>
          <w:tcPr>
            <w:tcW w:w="1417" w:type="dxa"/>
          </w:tcPr>
          <w:p w14:paraId="61E88D49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70069B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E64C6D8" w14:textId="3D93947D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B2D1899" w14:textId="409F3416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Aggregates</w:t>
            </w:r>
          </w:p>
        </w:tc>
        <w:tc>
          <w:tcPr>
            <w:tcW w:w="1134" w:type="dxa"/>
          </w:tcPr>
          <w:p w14:paraId="4C156E0A" w14:textId="0A40F276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6D2B41E8" w14:textId="196AE622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F8C5E0A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5EF3E0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759F20E" w14:textId="61B45BA5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0A7B61D" w14:textId="59193161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Sand</w:t>
            </w:r>
          </w:p>
        </w:tc>
        <w:tc>
          <w:tcPr>
            <w:tcW w:w="1134" w:type="dxa"/>
          </w:tcPr>
          <w:p w14:paraId="5D0244C2" w14:textId="6021E0A1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3B14B898" w14:textId="0F94B035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4FA6B33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E03C5D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62C26E1" w14:textId="5F2CB9C8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6DC5B61" w14:textId="78A24C7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Polythene </w:t>
            </w:r>
          </w:p>
        </w:tc>
        <w:tc>
          <w:tcPr>
            <w:tcW w:w="1134" w:type="dxa"/>
          </w:tcPr>
          <w:p w14:paraId="5EAA89AE" w14:textId="1D72DC76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roll</w:t>
            </w:r>
          </w:p>
        </w:tc>
        <w:tc>
          <w:tcPr>
            <w:tcW w:w="1559" w:type="dxa"/>
          </w:tcPr>
          <w:p w14:paraId="4F70B233" w14:textId="6D46661B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1712E23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464823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1CA7E42" w14:textId="51E01CA0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05A950C" w14:textId="20CA1274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Tie wire</w:t>
            </w:r>
          </w:p>
        </w:tc>
        <w:tc>
          <w:tcPr>
            <w:tcW w:w="1134" w:type="dxa"/>
          </w:tcPr>
          <w:p w14:paraId="0E14DCDB" w14:textId="4FCE0C5F" w:rsidR="004640A4" w:rsidRPr="00492684" w:rsidRDefault="00C067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4640A4">
              <w:rPr>
                <w:lang w:val="en-GB"/>
              </w:rPr>
              <w:t>o</w:t>
            </w:r>
            <w:r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51697BD3" w14:textId="56D45FD5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56C02551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01CC18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EE395FA" w14:textId="7777777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BFD5B2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019FD8D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C4F785D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FC97F13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0219E1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A388E9D" w14:textId="7777777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6C3F693" w14:textId="5F1C654F" w:rsidR="004640A4" w:rsidRPr="00B93706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B93706">
              <w:rPr>
                <w:b/>
                <w:bCs/>
                <w:lang w:val="en-GB"/>
              </w:rPr>
              <w:t>Formwork</w:t>
            </w:r>
          </w:p>
        </w:tc>
        <w:tc>
          <w:tcPr>
            <w:tcW w:w="1134" w:type="dxa"/>
          </w:tcPr>
          <w:p w14:paraId="66D74190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AFB1B2F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E4ECD2A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44A90E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CE776E" w14:textId="1DB7005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AC86246" w14:textId="734564DC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Formply 1 inch </w:t>
            </w:r>
          </w:p>
        </w:tc>
        <w:tc>
          <w:tcPr>
            <w:tcW w:w="1134" w:type="dxa"/>
          </w:tcPr>
          <w:p w14:paraId="446ECA75" w14:textId="2A495EDC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6959B8BA" w14:textId="7962E8D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417" w:type="dxa"/>
          </w:tcPr>
          <w:p w14:paraId="3210A9B0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7825D1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BA641E3" w14:textId="1094D7C2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43A9C59" w14:textId="57BCF5EA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Timber pine 50x50mm </w:t>
            </w:r>
          </w:p>
        </w:tc>
        <w:tc>
          <w:tcPr>
            <w:tcW w:w="1134" w:type="dxa"/>
          </w:tcPr>
          <w:p w14:paraId="478CD7FA" w14:textId="5CEF5C9D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01465CE7" w14:textId="6B8F6C6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417" w:type="dxa"/>
          </w:tcPr>
          <w:p w14:paraId="0366BD8C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4C3673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3AB173" w14:textId="6FB6C964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9B68525" w14:textId="628C75B2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A1E8594" w14:textId="416C871D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FF74DE4" w14:textId="7B8832C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D73F67A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25AE8D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75B41A2" w14:textId="26EE1896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2F1B47A" w14:textId="5A740E40" w:rsidR="004640A4" w:rsidRPr="00161D95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R</w:t>
            </w:r>
            <w:r w:rsidRPr="00161D95">
              <w:rPr>
                <w:b/>
                <w:lang w:val="en-GB"/>
              </w:rPr>
              <w:t xml:space="preserve">einforcement </w:t>
            </w:r>
          </w:p>
        </w:tc>
        <w:tc>
          <w:tcPr>
            <w:tcW w:w="1134" w:type="dxa"/>
          </w:tcPr>
          <w:p w14:paraId="5DA570E1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2EE8494C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050AF1F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B4557C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4A26861" w14:textId="3925F243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58B0B88" w14:textId="12987679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Arc Fabric mesh wire 5.5m x2.13m (59m2)</w:t>
            </w:r>
          </w:p>
        </w:tc>
        <w:tc>
          <w:tcPr>
            <w:tcW w:w="1134" w:type="dxa"/>
          </w:tcPr>
          <w:p w14:paraId="22464663" w14:textId="0B631A3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7D06FF9B" w14:textId="3A3A8C96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1088CDA1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C178B9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9F0B512" w14:textId="7FCBC46F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25F6B93" w14:textId="17E69228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16mm dia. Reinforcing bar in 6m length (6m)</w:t>
            </w:r>
          </w:p>
        </w:tc>
        <w:tc>
          <w:tcPr>
            <w:tcW w:w="1134" w:type="dxa"/>
          </w:tcPr>
          <w:p w14:paraId="31AEBFCB" w14:textId="48F3035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18009CF9" w14:textId="23A06431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A92C835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A9A381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53271A" w14:textId="473BDD32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70FE4F6" w14:textId="7022ADC2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10mm dia. Reinforcing bar 6m length (434m)</w:t>
            </w:r>
          </w:p>
        </w:tc>
        <w:tc>
          <w:tcPr>
            <w:tcW w:w="1134" w:type="dxa"/>
          </w:tcPr>
          <w:p w14:paraId="67CFAD5F" w14:textId="2924535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253B06F5" w14:textId="57218218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1417" w:type="dxa"/>
          </w:tcPr>
          <w:p w14:paraId="648698A1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7F4602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75CFF1" w14:textId="5EA19F34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8B73C38" w14:textId="0EBD3B1D" w:rsidR="004640A4" w:rsidRPr="00811275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Rod 12mm dia. Reinforcing bar in 6m length (167m)</w:t>
            </w:r>
          </w:p>
        </w:tc>
        <w:tc>
          <w:tcPr>
            <w:tcW w:w="1134" w:type="dxa"/>
          </w:tcPr>
          <w:p w14:paraId="588E3138" w14:textId="6E56DBA4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62031B5E" w14:textId="2E55649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1417" w:type="dxa"/>
          </w:tcPr>
          <w:p w14:paraId="2C3DBFD0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866C09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95AA20F" w14:textId="79657823" w:rsidR="004640A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507F1CB" w14:textId="1F5739B1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Rod 6 dia. Reinforcing bar in 6m length (284)</w:t>
            </w:r>
          </w:p>
        </w:tc>
        <w:tc>
          <w:tcPr>
            <w:tcW w:w="1134" w:type="dxa"/>
          </w:tcPr>
          <w:p w14:paraId="6CD3B224" w14:textId="5D2A6620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1065EE2A" w14:textId="2007869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52</w:t>
            </w:r>
          </w:p>
        </w:tc>
        <w:tc>
          <w:tcPr>
            <w:tcW w:w="1417" w:type="dxa"/>
          </w:tcPr>
          <w:p w14:paraId="316E8811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880865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B8EFE4E" w14:textId="7777777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7BED4F8" w14:textId="741F1BFD" w:rsidR="004640A4" w:rsidRPr="00161D95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161D95">
              <w:rPr>
                <w:b/>
                <w:lang w:val="en-GB"/>
              </w:rPr>
              <w:t>Metal Work</w:t>
            </w:r>
          </w:p>
        </w:tc>
        <w:tc>
          <w:tcPr>
            <w:tcW w:w="1134" w:type="dxa"/>
          </w:tcPr>
          <w:p w14:paraId="1EFD17D2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E879214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1FBEB58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B00315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5AE2BEB" w14:textId="44BEC648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5D7A352" w14:textId="2FC4EEE2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100x100mm square tube metal for door and window jamb &amp; header</w:t>
            </w:r>
          </w:p>
        </w:tc>
        <w:tc>
          <w:tcPr>
            <w:tcW w:w="1134" w:type="dxa"/>
          </w:tcPr>
          <w:p w14:paraId="4CA16F88" w14:textId="1DBAA1AD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6840A013" w14:textId="5807B22A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1249F9C8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1EE05E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170CB18" w14:textId="4AEA3A01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F2C02F4" w14:textId="46869258" w:rsidR="004640A4" w:rsidRPr="00161D95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Timber works</w:t>
            </w:r>
          </w:p>
        </w:tc>
        <w:tc>
          <w:tcPr>
            <w:tcW w:w="1134" w:type="dxa"/>
          </w:tcPr>
          <w:p w14:paraId="467A1D10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5B9C128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2340D46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FF419A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664A97" w14:textId="65C9A3D4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6482F23" w14:textId="249DFFC1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 x25mm fascia board</w:t>
            </w:r>
          </w:p>
        </w:tc>
        <w:tc>
          <w:tcPr>
            <w:tcW w:w="1134" w:type="dxa"/>
          </w:tcPr>
          <w:p w14:paraId="2A4538F8" w14:textId="58958AF5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3CA7411C" w14:textId="7C00ABA5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417" w:type="dxa"/>
          </w:tcPr>
          <w:p w14:paraId="77799FCB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2AEAF6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6712504" w14:textId="039ED688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DA5EE56" w14:textId="0963ED1D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 x50mm timber pine </w:t>
            </w:r>
          </w:p>
        </w:tc>
        <w:tc>
          <w:tcPr>
            <w:tcW w:w="1134" w:type="dxa"/>
          </w:tcPr>
          <w:p w14:paraId="01B51198" w14:textId="7D6030B3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1A70981D" w14:textId="68517188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65</w:t>
            </w:r>
          </w:p>
        </w:tc>
        <w:tc>
          <w:tcPr>
            <w:tcW w:w="1417" w:type="dxa"/>
          </w:tcPr>
          <w:p w14:paraId="6C88443C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5AC24D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28AE033" w14:textId="7F98E310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4C7D4B3" w14:textId="1FD826E9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 x25mm timber pine moulded skirting</w:t>
            </w:r>
          </w:p>
        </w:tc>
        <w:tc>
          <w:tcPr>
            <w:tcW w:w="1134" w:type="dxa"/>
          </w:tcPr>
          <w:p w14:paraId="6137BE80" w14:textId="5DEB6F0F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32942EC9" w14:textId="00C2D752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79D39947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B0605D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80E233E" w14:textId="274BDDD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16B0B3E" w14:textId="0FC16EFB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 x25mm bird batten</w:t>
            </w:r>
          </w:p>
        </w:tc>
        <w:tc>
          <w:tcPr>
            <w:tcW w:w="1134" w:type="dxa"/>
          </w:tcPr>
          <w:p w14:paraId="129B1DF9" w14:textId="1580DCFE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63D981C4" w14:textId="660822B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42</w:t>
            </w:r>
          </w:p>
        </w:tc>
        <w:tc>
          <w:tcPr>
            <w:tcW w:w="1417" w:type="dxa"/>
          </w:tcPr>
          <w:p w14:paraId="2A5431C4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16C263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11A060F" w14:textId="248A52DB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E672CEA" w14:textId="2A1F0F2C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 x20mm timber pine</w:t>
            </w:r>
          </w:p>
        </w:tc>
        <w:tc>
          <w:tcPr>
            <w:tcW w:w="1134" w:type="dxa"/>
          </w:tcPr>
          <w:p w14:paraId="6732E113" w14:textId="4891D1B4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25F18E77" w14:textId="3B0190F5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417" w:type="dxa"/>
          </w:tcPr>
          <w:p w14:paraId="3EF328AC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168FB5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D308E79" w14:textId="6999558D" w:rsidR="004640A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AD67ADF" w14:textId="170E92CC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Timber louver to gable 6 x2</w:t>
            </w:r>
          </w:p>
        </w:tc>
        <w:tc>
          <w:tcPr>
            <w:tcW w:w="1134" w:type="dxa"/>
          </w:tcPr>
          <w:p w14:paraId="3134785B" w14:textId="32E2593B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44FA0F81" w14:textId="3085F8DD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4831968A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607C56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BDE9766" w14:textId="77777777" w:rsidR="004640A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562F4E7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05A1B62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BD953CC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7080B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7C20C6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D034D71" w14:textId="77777777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2BEE81B" w14:textId="4F968C52" w:rsidR="004640A4" w:rsidRPr="00161D95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Dressed Timber</w:t>
            </w:r>
          </w:p>
        </w:tc>
        <w:tc>
          <w:tcPr>
            <w:tcW w:w="1134" w:type="dxa"/>
          </w:tcPr>
          <w:p w14:paraId="70DB179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2025F101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A9B6D6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6B7F64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54F6747" w14:textId="3A73F2B1" w:rsidR="004640A4" w:rsidRPr="0049268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239D7D9" w14:textId="4E89FE8B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 x 50mm dressed for header, mullion and sill</w:t>
            </w:r>
          </w:p>
        </w:tc>
        <w:tc>
          <w:tcPr>
            <w:tcW w:w="1134" w:type="dxa"/>
          </w:tcPr>
          <w:p w14:paraId="401A7D7E" w14:textId="7E157EF6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534D268F" w14:textId="279B9112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51CD2958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ED408C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0546D8D" w14:textId="0D323C6E" w:rsidR="004640A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1FB86A7" w14:textId="65481D79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 x50mm dressed dakua for door and window head and jamb</w:t>
            </w:r>
          </w:p>
        </w:tc>
        <w:tc>
          <w:tcPr>
            <w:tcW w:w="1134" w:type="dxa"/>
          </w:tcPr>
          <w:p w14:paraId="196972A3" w14:textId="73BE8F44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7D5F9301" w14:textId="1A7F4704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417" w:type="dxa"/>
          </w:tcPr>
          <w:p w14:paraId="56978B9E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2D156A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8A44F2C" w14:textId="77777777" w:rsidR="004640A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27E00A1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66EB22C9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5A2746D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45959A8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7DCB89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9CFD41" w14:textId="77777777" w:rsidR="004640A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2ACA3BF" w14:textId="6B627142" w:rsidR="004640A4" w:rsidRP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640A4">
              <w:rPr>
                <w:b/>
                <w:bCs/>
                <w:lang w:val="en-GB"/>
              </w:rPr>
              <w:t xml:space="preserve">Tiles </w:t>
            </w:r>
          </w:p>
        </w:tc>
        <w:tc>
          <w:tcPr>
            <w:tcW w:w="1134" w:type="dxa"/>
          </w:tcPr>
          <w:p w14:paraId="5412970D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8399E32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576C127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B50C3A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1E41D30" w14:textId="77777777" w:rsidR="004640A4" w:rsidRDefault="004640A4" w:rsidP="00C44890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740715B" w14:textId="215EB0F1" w:rsidR="004640A4" w:rsidRP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640A4">
              <w:rPr>
                <w:b/>
                <w:bCs/>
                <w:lang w:val="en-GB"/>
              </w:rPr>
              <w:t>Floor</w:t>
            </w:r>
          </w:p>
        </w:tc>
        <w:tc>
          <w:tcPr>
            <w:tcW w:w="1134" w:type="dxa"/>
          </w:tcPr>
          <w:p w14:paraId="7E49B5BA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CCDA292" w14:textId="77777777" w:rsidR="004640A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7E29A93" w14:textId="77777777" w:rsidR="004640A4" w:rsidRPr="00492684" w:rsidRDefault="004640A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2738172" w14:textId="0ED90CFD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6EEE425" w14:textId="5B45106A" w:rsidR="004640A4" w:rsidRDefault="004640A4" w:rsidP="004640A4">
            <w:pPr>
              <w:rPr>
                <w:lang w:val="en-GB"/>
              </w:rPr>
            </w:pPr>
            <w:bookmarkStart w:id="10" w:name="_Hlk134719713"/>
          </w:p>
        </w:tc>
        <w:tc>
          <w:tcPr>
            <w:tcW w:w="4678" w:type="dxa"/>
          </w:tcPr>
          <w:p w14:paraId="35B316BE" w14:textId="6671C40A" w:rsidR="004640A4" w:rsidRPr="004640A4" w:rsidRDefault="004640A4" w:rsidP="004640A4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640A4">
              <w:rPr>
                <w:lang w:val="en-GB"/>
              </w:rPr>
              <w:t>150</w:t>
            </w:r>
            <w:r>
              <w:rPr>
                <w:lang w:val="en-GB"/>
              </w:rPr>
              <w:t xml:space="preserve"> x150mm ceramic floor tile (2m2/box)</w:t>
            </w:r>
          </w:p>
        </w:tc>
        <w:tc>
          <w:tcPr>
            <w:tcW w:w="1134" w:type="dxa"/>
          </w:tcPr>
          <w:p w14:paraId="327C37F3" w14:textId="1D9C3A69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Box</w:t>
            </w:r>
          </w:p>
        </w:tc>
        <w:tc>
          <w:tcPr>
            <w:tcW w:w="1559" w:type="dxa"/>
          </w:tcPr>
          <w:p w14:paraId="627B3AFE" w14:textId="0D799A33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2C931AAF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bookmarkEnd w:id="10"/>
      <w:tr w:rsidR="004640A4" w:rsidRPr="00492684" w14:paraId="60666912" w14:textId="0EA510DC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514890A" w14:textId="1BBD5D91" w:rsidR="004640A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FDA26B6" w14:textId="3E42CF56" w:rsidR="004640A4" w:rsidRPr="004640A4" w:rsidRDefault="004640A4" w:rsidP="004640A4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640A4">
              <w:rPr>
                <w:lang w:val="en-GB"/>
              </w:rPr>
              <w:t>Vinyle tile 300 x300mm</w:t>
            </w:r>
            <w:r>
              <w:rPr>
                <w:lang w:val="en-GB"/>
              </w:rPr>
              <w:t xml:space="preserve"> </w:t>
            </w:r>
            <w:r w:rsidRPr="004640A4">
              <w:rPr>
                <w:lang w:val="en-GB"/>
              </w:rPr>
              <w:t>(4.5m2/box)</w:t>
            </w:r>
          </w:p>
        </w:tc>
        <w:tc>
          <w:tcPr>
            <w:tcW w:w="1134" w:type="dxa"/>
          </w:tcPr>
          <w:p w14:paraId="4F0C0B67" w14:textId="6CCFDD9F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Box</w:t>
            </w:r>
          </w:p>
        </w:tc>
        <w:tc>
          <w:tcPr>
            <w:tcW w:w="1559" w:type="dxa"/>
          </w:tcPr>
          <w:p w14:paraId="1C1E4EDA" w14:textId="7D7605E2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51C3D244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8704F71" w14:textId="0DA7336E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0CDC37A" w14:textId="4ABB3474" w:rsidR="004640A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0D0E276" w14:textId="690D4656" w:rsidR="004640A4" w:rsidRP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640A4">
              <w:rPr>
                <w:lang w:val="en-GB"/>
              </w:rPr>
              <w:t>Adhesive for vinyle tile 4 litres</w:t>
            </w:r>
          </w:p>
        </w:tc>
        <w:tc>
          <w:tcPr>
            <w:tcW w:w="1134" w:type="dxa"/>
          </w:tcPr>
          <w:p w14:paraId="388C72C1" w14:textId="08C86561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</w:t>
            </w:r>
          </w:p>
        </w:tc>
        <w:tc>
          <w:tcPr>
            <w:tcW w:w="1559" w:type="dxa"/>
          </w:tcPr>
          <w:p w14:paraId="7F1B1E31" w14:textId="0AE5FC54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4E6233F6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A9D372A" w14:textId="7FE4B540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7F215F0" w14:textId="0AD82980" w:rsidR="004640A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D406D4F" w14:textId="4D6269A3" w:rsidR="004640A4" w:rsidRP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640A4">
              <w:rPr>
                <w:lang w:val="en-GB"/>
              </w:rPr>
              <w:t>Ceremic wall tile 150 x50 (2m2/box)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1BAE305D" w14:textId="45312026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Box</w:t>
            </w:r>
          </w:p>
        </w:tc>
        <w:tc>
          <w:tcPr>
            <w:tcW w:w="1559" w:type="dxa"/>
          </w:tcPr>
          <w:p w14:paraId="04823043" w14:textId="08AB346A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118230F7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DDB9A8E" w14:textId="1E4BD0BB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804399E" w14:textId="21BCC16F" w:rsidR="004640A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5234B14" w14:textId="5F8175F8" w:rsidR="004640A4" w:rsidRP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Adhesive for ceremic tile 20 kilo</w:t>
            </w:r>
          </w:p>
        </w:tc>
        <w:tc>
          <w:tcPr>
            <w:tcW w:w="1134" w:type="dxa"/>
          </w:tcPr>
          <w:p w14:paraId="3603E83A" w14:textId="0DAC17B2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Bag </w:t>
            </w:r>
          </w:p>
        </w:tc>
        <w:tc>
          <w:tcPr>
            <w:tcW w:w="1559" w:type="dxa"/>
          </w:tcPr>
          <w:p w14:paraId="4EF0C81E" w14:textId="1E15B4EC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063A18F1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5022E3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5F941F1" w14:textId="61558010" w:rsidR="004640A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66392BF" w14:textId="480B1751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Allow for tile spacer</w:t>
            </w:r>
          </w:p>
        </w:tc>
        <w:tc>
          <w:tcPr>
            <w:tcW w:w="1134" w:type="dxa"/>
          </w:tcPr>
          <w:p w14:paraId="350154D9" w14:textId="64B3999A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Item</w:t>
            </w:r>
          </w:p>
        </w:tc>
        <w:tc>
          <w:tcPr>
            <w:tcW w:w="1559" w:type="dxa"/>
          </w:tcPr>
          <w:p w14:paraId="0F20C9CC" w14:textId="59188CF9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7EA5D17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505488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EE32E1" w14:textId="77777777" w:rsidR="004640A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F22CC70" w14:textId="77777777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6509B156" w14:textId="77777777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FE5297A" w14:textId="77777777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575031D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03B59" w:rsidRPr="00492684" w14:paraId="15F2C13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C3D7B2A" w14:textId="77777777" w:rsidR="00F03B59" w:rsidRDefault="00F03B59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DAAB094" w14:textId="5A32CDB0" w:rsidR="00F03B59" w:rsidRP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F03B59">
              <w:rPr>
                <w:b/>
                <w:bCs/>
                <w:lang w:val="en-GB"/>
              </w:rPr>
              <w:t xml:space="preserve">Ceiling </w:t>
            </w:r>
          </w:p>
        </w:tc>
        <w:tc>
          <w:tcPr>
            <w:tcW w:w="1134" w:type="dxa"/>
          </w:tcPr>
          <w:p w14:paraId="1845120F" w14:textId="77777777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2CD27954" w14:textId="77777777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18567FB" w14:textId="77777777" w:rsidR="00F03B59" w:rsidRPr="00492684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03B59" w:rsidRPr="00492684" w14:paraId="7DC6CE0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0F74B7B" w14:textId="281EBD41" w:rsidR="00F03B59" w:rsidRDefault="00F03B59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A17B321" w14:textId="068BE29F" w:rsidR="00F03B59" w:rsidRP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F03B59">
              <w:rPr>
                <w:lang w:val="en-GB"/>
              </w:rPr>
              <w:t xml:space="preserve">Plywood lining on ceiling noggings (4.5mm </w:t>
            </w:r>
            <w:r w:rsidRPr="00F03B59">
              <w:rPr>
                <w:lang w:val="en-GB"/>
              </w:rPr>
              <w:lastRenderedPageBreak/>
              <w:t>thick</w:t>
            </w:r>
            <w:r>
              <w:rPr>
                <w:lang w:val="en-GB"/>
              </w:rPr>
              <w:t>)</w:t>
            </w:r>
          </w:p>
        </w:tc>
        <w:tc>
          <w:tcPr>
            <w:tcW w:w="1134" w:type="dxa"/>
          </w:tcPr>
          <w:p w14:paraId="5A3FE628" w14:textId="0859A03B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lastRenderedPageBreak/>
              <w:t>Shts</w:t>
            </w:r>
          </w:p>
        </w:tc>
        <w:tc>
          <w:tcPr>
            <w:tcW w:w="1559" w:type="dxa"/>
          </w:tcPr>
          <w:p w14:paraId="606D7F52" w14:textId="3ECF54E0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1417" w:type="dxa"/>
          </w:tcPr>
          <w:p w14:paraId="63BA511E" w14:textId="77777777" w:rsidR="00F03B59" w:rsidRPr="00492684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03B59" w:rsidRPr="00492684" w14:paraId="1709C3E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7B90384" w14:textId="3E4F3F7B" w:rsidR="00F03B59" w:rsidRDefault="00F03B59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FC89EDE" w14:textId="6B707024" w:rsidR="00F03B59" w:rsidRP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Plywood lining soffit cladding (4.5mm thick)</w:t>
            </w:r>
          </w:p>
        </w:tc>
        <w:tc>
          <w:tcPr>
            <w:tcW w:w="1134" w:type="dxa"/>
          </w:tcPr>
          <w:p w14:paraId="5E83822A" w14:textId="69C2404A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Shts</w:t>
            </w:r>
          </w:p>
        </w:tc>
        <w:tc>
          <w:tcPr>
            <w:tcW w:w="1559" w:type="dxa"/>
          </w:tcPr>
          <w:p w14:paraId="76256517" w14:textId="5C29476C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13A40969" w14:textId="77777777" w:rsidR="00F03B59" w:rsidRPr="00492684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03B59" w:rsidRPr="00492684" w14:paraId="20EE5A8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8C7D7CC" w14:textId="0143157F" w:rsidR="00F03B59" w:rsidRDefault="00F03B59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5AE60A9" w14:textId="737C3293" w:rsidR="00F03B59" w:rsidRP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12mm plywood for gusset</w:t>
            </w:r>
          </w:p>
        </w:tc>
        <w:tc>
          <w:tcPr>
            <w:tcW w:w="1134" w:type="dxa"/>
          </w:tcPr>
          <w:p w14:paraId="4DBF0C09" w14:textId="11589F47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Shts</w:t>
            </w:r>
          </w:p>
        </w:tc>
        <w:tc>
          <w:tcPr>
            <w:tcW w:w="1559" w:type="dxa"/>
          </w:tcPr>
          <w:p w14:paraId="353D8A8A" w14:textId="0FE3285C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14F89EBC" w14:textId="77777777" w:rsidR="00F03B59" w:rsidRPr="00492684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03B59" w:rsidRPr="00492684" w14:paraId="4E45C6A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5B1E00E" w14:textId="059C6B61" w:rsidR="00F03B59" w:rsidRDefault="00F03B59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3ED4EF4" w14:textId="3518C231" w:rsidR="00F03B59" w:rsidRP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Fabric mesh wire ceiling to cells</w:t>
            </w:r>
          </w:p>
        </w:tc>
        <w:tc>
          <w:tcPr>
            <w:tcW w:w="1134" w:type="dxa"/>
          </w:tcPr>
          <w:p w14:paraId="51FAC69F" w14:textId="349D786C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Shts</w:t>
            </w:r>
          </w:p>
        </w:tc>
        <w:tc>
          <w:tcPr>
            <w:tcW w:w="1559" w:type="dxa"/>
          </w:tcPr>
          <w:p w14:paraId="1CA2B5C1" w14:textId="182193D0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2923677C" w14:textId="77777777" w:rsidR="00F03B59" w:rsidRPr="00492684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03B59" w:rsidRPr="00492684" w14:paraId="636C4D1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B579A89" w14:textId="77777777" w:rsidR="00F03B59" w:rsidRDefault="00F03B59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AD05675" w14:textId="77777777" w:rsidR="00F03B59" w:rsidRP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91946E" w14:textId="77777777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2CF81634" w14:textId="77777777" w:rsidR="00F03B59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478A55A" w14:textId="77777777" w:rsidR="00F03B59" w:rsidRPr="00492684" w:rsidRDefault="00F03B59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F7799E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A70BFF1" w14:textId="77A9588C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2803D77" w14:textId="7D5D41EF" w:rsidR="004640A4" w:rsidRPr="00161D95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161D95">
              <w:rPr>
                <w:b/>
                <w:lang w:val="en-GB"/>
              </w:rPr>
              <w:t>Ro</w:t>
            </w:r>
            <w:r w:rsidR="00FD1386">
              <w:rPr>
                <w:b/>
                <w:lang w:val="en-GB"/>
              </w:rPr>
              <w:t>of Plumbing</w:t>
            </w:r>
          </w:p>
        </w:tc>
        <w:tc>
          <w:tcPr>
            <w:tcW w:w="1134" w:type="dxa"/>
          </w:tcPr>
          <w:p w14:paraId="3CC2F1EC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DC7AF99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0A8314A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509157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5831B2" w14:textId="13DBE726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4776064" w14:textId="0E3C0CF9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Corrugated Zincalum Roof Decking</w:t>
            </w:r>
          </w:p>
        </w:tc>
        <w:tc>
          <w:tcPr>
            <w:tcW w:w="1134" w:type="dxa"/>
          </w:tcPr>
          <w:p w14:paraId="62B9B74A" w14:textId="2D9BE054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9B97F5B" w14:textId="4FF9C424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5787FF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7EFCAC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889F357" w14:textId="5CD00B3B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F491A6A" w14:textId="0890DFAC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8ft zincalum rooing</w:t>
            </w:r>
          </w:p>
        </w:tc>
        <w:tc>
          <w:tcPr>
            <w:tcW w:w="1134" w:type="dxa"/>
          </w:tcPr>
          <w:p w14:paraId="528704C3" w14:textId="30582A47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Shts</w:t>
            </w:r>
          </w:p>
        </w:tc>
        <w:tc>
          <w:tcPr>
            <w:tcW w:w="1559" w:type="dxa"/>
          </w:tcPr>
          <w:p w14:paraId="20CE85C8" w14:textId="562C1972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76</w:t>
            </w:r>
          </w:p>
        </w:tc>
        <w:tc>
          <w:tcPr>
            <w:tcW w:w="1417" w:type="dxa"/>
          </w:tcPr>
          <w:p w14:paraId="2DEF1470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1B3824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440A90" w14:textId="344BB51A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E562C53" w14:textId="75A608A8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Alum. Foil sisalation @1.2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60m in length</w:t>
            </w:r>
          </w:p>
        </w:tc>
        <w:tc>
          <w:tcPr>
            <w:tcW w:w="1134" w:type="dxa"/>
          </w:tcPr>
          <w:p w14:paraId="3AEF4937" w14:textId="48E0D441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Roll</w:t>
            </w:r>
          </w:p>
        </w:tc>
        <w:tc>
          <w:tcPr>
            <w:tcW w:w="1559" w:type="dxa"/>
          </w:tcPr>
          <w:p w14:paraId="08D88D63" w14:textId="74D91110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6B4D099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FC8C47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33DED0C" w14:textId="576F78CA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9BBCD6F" w14:textId="1342B0AB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Alum ridge capping @2.4m/pcs</w:t>
            </w:r>
            <w:r w:rsidR="004640A4">
              <w:rPr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14C500A1" w14:textId="0A70C64B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  <w:tc>
          <w:tcPr>
            <w:tcW w:w="1559" w:type="dxa"/>
          </w:tcPr>
          <w:p w14:paraId="64B5EA24" w14:textId="66E49C49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31E4561F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7D27F1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4251371" w14:textId="6A79CF1F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D67C193" w14:textId="635989F7" w:rsidR="004640A4" w:rsidRPr="00492684" w:rsidRDefault="00FD138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Alum barge flashing @2.4m/pcs</w:t>
            </w:r>
          </w:p>
        </w:tc>
        <w:tc>
          <w:tcPr>
            <w:tcW w:w="1134" w:type="dxa"/>
          </w:tcPr>
          <w:p w14:paraId="2079F10E" w14:textId="04FAA56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Pcs </w:t>
            </w:r>
          </w:p>
        </w:tc>
        <w:tc>
          <w:tcPr>
            <w:tcW w:w="1559" w:type="dxa"/>
          </w:tcPr>
          <w:p w14:paraId="012178F6" w14:textId="5279BC20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7C2A24CB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ED6CC3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63CBE9" w14:textId="5E0BCE1F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C928907" w14:textId="729524DB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Alum fascia gutter @2.4m/pcs</w:t>
            </w:r>
          </w:p>
        </w:tc>
        <w:tc>
          <w:tcPr>
            <w:tcW w:w="1134" w:type="dxa"/>
          </w:tcPr>
          <w:p w14:paraId="2C9FB426" w14:textId="6DE52C39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  <w:tc>
          <w:tcPr>
            <w:tcW w:w="1559" w:type="dxa"/>
          </w:tcPr>
          <w:p w14:paraId="05CEF125" w14:textId="200D7848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1417" w:type="dxa"/>
          </w:tcPr>
          <w:p w14:paraId="6F05DC06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A67EA2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16615F5" w14:textId="05EF70C1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4650AA7" w14:textId="37F0ED30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Stop ends joint to gutter</w:t>
            </w:r>
          </w:p>
        </w:tc>
        <w:tc>
          <w:tcPr>
            <w:tcW w:w="1134" w:type="dxa"/>
          </w:tcPr>
          <w:p w14:paraId="1356A0C8" w14:textId="371C3B41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7D62D2A6" w14:textId="6BB9015E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53381AC5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134BE5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F8DE9C6" w14:textId="4DC54865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24E3F73" w14:textId="7D153A7B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</w:t>
            </w:r>
            <w:r w:rsidR="00F852F6">
              <w:rPr>
                <w:lang w:val="en-GB"/>
              </w:rPr>
              <w:t xml:space="preserve"> vent cowl</w:t>
            </w:r>
          </w:p>
        </w:tc>
        <w:tc>
          <w:tcPr>
            <w:tcW w:w="1134" w:type="dxa"/>
          </w:tcPr>
          <w:p w14:paraId="7EE4F59E" w14:textId="31F26AD2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1559" w:type="dxa"/>
          </w:tcPr>
          <w:p w14:paraId="30AF9C3F" w14:textId="468DED1B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5C09DB73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B58433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F39BF8C" w14:textId="247731F2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5764257" w14:textId="558167FA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pvc downpipe and vent</w:t>
            </w:r>
          </w:p>
        </w:tc>
        <w:tc>
          <w:tcPr>
            <w:tcW w:w="1134" w:type="dxa"/>
          </w:tcPr>
          <w:p w14:paraId="64DBCD55" w14:textId="1B1E6776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5F612BE4" w14:textId="11E948FC" w:rsidR="004640A4" w:rsidRPr="00492684" w:rsidRDefault="00F852F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2DDDA6E4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A0EBB5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418166E" w14:textId="0BC3CFEF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B217EA8" w14:textId="6E45B922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bend</w:t>
            </w:r>
          </w:p>
        </w:tc>
        <w:tc>
          <w:tcPr>
            <w:tcW w:w="1134" w:type="dxa"/>
          </w:tcPr>
          <w:p w14:paraId="2F04E73F" w14:textId="00395159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6A282B29" w14:textId="0FF258D8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220CA47B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599E95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356BA6" w14:textId="720CAE15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66F6285" w14:textId="08A0AA52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Gutter Outlet 100 dia</w:t>
            </w:r>
          </w:p>
        </w:tc>
        <w:tc>
          <w:tcPr>
            <w:tcW w:w="1134" w:type="dxa"/>
          </w:tcPr>
          <w:p w14:paraId="0A237066" w14:textId="2BB8BD81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0C9BA8A3" w14:textId="7B53D18F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4AA135CD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5F1385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C998FB7" w14:textId="6B7F468D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A2B228A" w14:textId="4162ADCE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Rivert gun</w:t>
            </w:r>
          </w:p>
        </w:tc>
        <w:tc>
          <w:tcPr>
            <w:tcW w:w="1134" w:type="dxa"/>
          </w:tcPr>
          <w:p w14:paraId="73D8F7C6" w14:textId="46C5C238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65A6597E" w14:textId="130C731C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39C42CA3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C1B8A3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0B3441" w14:textId="0CC270DC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2E06281" w14:textId="40DE4103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Blind rivert 4.6mm @ 100no/pkt</w:t>
            </w:r>
          </w:p>
        </w:tc>
        <w:tc>
          <w:tcPr>
            <w:tcW w:w="1134" w:type="dxa"/>
          </w:tcPr>
          <w:p w14:paraId="752FADE1" w14:textId="54FD9D92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Pkt</w:t>
            </w:r>
          </w:p>
        </w:tc>
        <w:tc>
          <w:tcPr>
            <w:tcW w:w="1559" w:type="dxa"/>
          </w:tcPr>
          <w:p w14:paraId="412E785C" w14:textId="79426733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ECC3BB6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E58CB5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FCBABC1" w14:textId="1A704F1D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388E268" w14:textId="3D486B0D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Silicone</w:t>
            </w:r>
          </w:p>
        </w:tc>
        <w:tc>
          <w:tcPr>
            <w:tcW w:w="1134" w:type="dxa"/>
          </w:tcPr>
          <w:p w14:paraId="55627AB5" w14:textId="15E8AA6B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Tube</w:t>
            </w:r>
          </w:p>
        </w:tc>
        <w:tc>
          <w:tcPr>
            <w:tcW w:w="1559" w:type="dxa"/>
          </w:tcPr>
          <w:p w14:paraId="3E0A642B" w14:textId="081AA893" w:rsidR="004640A4" w:rsidRPr="00492684" w:rsidRDefault="00E2236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FB1AD79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B10E8" w:rsidRPr="00492684" w14:paraId="5550C2B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8EFEDA8" w14:textId="6197BEEF" w:rsidR="004B10E8" w:rsidRDefault="004B10E8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77D0F03" w14:textId="709ED210" w:rsidR="004B10E8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Silicone gun</w:t>
            </w:r>
          </w:p>
        </w:tc>
        <w:tc>
          <w:tcPr>
            <w:tcW w:w="1134" w:type="dxa"/>
          </w:tcPr>
          <w:p w14:paraId="23B5BCC9" w14:textId="625089DD" w:rsidR="004B10E8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0E182491" w14:textId="25A94E66" w:rsidR="004B10E8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F3F9555" w14:textId="77777777" w:rsidR="004B10E8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92AFCB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7E3814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83A1ED2" w14:textId="67721479" w:rsidR="004640A4" w:rsidRPr="0028786F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28786F">
              <w:rPr>
                <w:b/>
                <w:lang w:val="en-GB"/>
              </w:rPr>
              <w:t>Doors and windows</w:t>
            </w:r>
          </w:p>
        </w:tc>
        <w:tc>
          <w:tcPr>
            <w:tcW w:w="1134" w:type="dxa"/>
          </w:tcPr>
          <w:p w14:paraId="18BD4A0A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0CE1CC1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E31D7A6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99B7D5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12D79E7" w14:textId="1584C7E5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8AA7E10" w14:textId="195831B7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Internal panel door 40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 xml:space="preserve"> 800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2100mm</w:t>
            </w:r>
          </w:p>
        </w:tc>
        <w:tc>
          <w:tcPr>
            <w:tcW w:w="1134" w:type="dxa"/>
          </w:tcPr>
          <w:p w14:paraId="1FB32247" w14:textId="1A0238FA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3636B7F0" w14:textId="7DE16F26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6C3B4A3A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F5E4C8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D237C25" w14:textId="21F5535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55E6A9C" w14:textId="49AC870B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External panel door 40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850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2100mm hung in pairs</w:t>
            </w:r>
          </w:p>
        </w:tc>
        <w:tc>
          <w:tcPr>
            <w:tcW w:w="1134" w:type="dxa"/>
          </w:tcPr>
          <w:p w14:paraId="422CD457" w14:textId="4F3E0993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4CDAD636" w14:textId="090FB289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258AFD6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B1213A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AAC230" w14:textId="5B8AFE74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4E8B8E7" w14:textId="0C1630C7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External panel door 40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350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21000mm hung in pairs</w:t>
            </w:r>
          </w:p>
        </w:tc>
        <w:tc>
          <w:tcPr>
            <w:tcW w:w="1134" w:type="dxa"/>
          </w:tcPr>
          <w:p w14:paraId="7F0A4D5B" w14:textId="2154DA0E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49469B49" w14:textId="799AC833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34C029D8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9CE2F8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F44AAED" w14:textId="7E509DC6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85E2303" w14:textId="6C7F36A3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Cell door 100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920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2060mm complete with lock and hinges</w:t>
            </w:r>
          </w:p>
        </w:tc>
        <w:tc>
          <w:tcPr>
            <w:tcW w:w="1134" w:type="dxa"/>
          </w:tcPr>
          <w:p w14:paraId="6E71E68E" w14:textId="067DC0A9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22A6C5D5" w14:textId="094BDA7B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730033C0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834553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601514A" w14:textId="75C1BBDF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B984D2A" w14:textId="1BA830F1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 blade louvre frame black</w:t>
            </w:r>
          </w:p>
        </w:tc>
        <w:tc>
          <w:tcPr>
            <w:tcW w:w="1134" w:type="dxa"/>
          </w:tcPr>
          <w:p w14:paraId="3CD51076" w14:textId="4E388AFC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4640A4">
              <w:rPr>
                <w:lang w:val="en-GB"/>
              </w:rPr>
              <w:t>r</w:t>
            </w:r>
            <w:r>
              <w:rPr>
                <w:lang w:val="en-GB"/>
              </w:rPr>
              <w:t>s</w:t>
            </w:r>
          </w:p>
        </w:tc>
        <w:tc>
          <w:tcPr>
            <w:tcW w:w="1559" w:type="dxa"/>
          </w:tcPr>
          <w:p w14:paraId="54E54E4A" w14:textId="7EC0DA9B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17" w:type="dxa"/>
          </w:tcPr>
          <w:p w14:paraId="7BF95B66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401A69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AB4D319" w14:textId="24515F76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6135CEC" w14:textId="4D13558F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914</w:t>
            </w:r>
            <w:r w:rsidRPr="004640A4">
              <w:rPr>
                <w:lang w:val="en-GB"/>
              </w:rPr>
              <w:t xml:space="preserve"> x</w:t>
            </w:r>
            <w:r>
              <w:rPr>
                <w:lang w:val="en-GB"/>
              </w:rPr>
              <w:t>150mm clear glass blade</w:t>
            </w:r>
          </w:p>
        </w:tc>
        <w:tc>
          <w:tcPr>
            <w:tcW w:w="1134" w:type="dxa"/>
          </w:tcPr>
          <w:p w14:paraId="2FE08082" w14:textId="0DCCD7C1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52AECC99" w14:textId="5A935C31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417" w:type="dxa"/>
          </w:tcPr>
          <w:p w14:paraId="16EBED77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C9F944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E604604" w14:textId="60C7F8AC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E6B07F4" w14:textId="6A97359D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butt brass hinges</w:t>
            </w:r>
          </w:p>
        </w:tc>
        <w:tc>
          <w:tcPr>
            <w:tcW w:w="1134" w:type="dxa"/>
          </w:tcPr>
          <w:p w14:paraId="7B1D0942" w14:textId="7D8FCD03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Prs</w:t>
            </w:r>
          </w:p>
        </w:tc>
        <w:tc>
          <w:tcPr>
            <w:tcW w:w="1559" w:type="dxa"/>
          </w:tcPr>
          <w:p w14:paraId="23F91F37" w14:textId="21424B83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272F4CBC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956711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108224F" w14:textId="729BD146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0192B94" w14:textId="0DF9C49C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Rebated mortice lock with handles</w:t>
            </w:r>
          </w:p>
        </w:tc>
        <w:tc>
          <w:tcPr>
            <w:tcW w:w="1134" w:type="dxa"/>
          </w:tcPr>
          <w:p w14:paraId="40A9C8C6" w14:textId="4FB13613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Set </w:t>
            </w:r>
          </w:p>
        </w:tc>
        <w:tc>
          <w:tcPr>
            <w:tcW w:w="1559" w:type="dxa"/>
          </w:tcPr>
          <w:p w14:paraId="4C881F02" w14:textId="5C745A2E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1D1A69B8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3F75DA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64E5152" w14:textId="5EB84EC2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5927A39" w14:textId="5B3AC833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Mortice lock with handles</w:t>
            </w:r>
          </w:p>
        </w:tc>
        <w:tc>
          <w:tcPr>
            <w:tcW w:w="1134" w:type="dxa"/>
          </w:tcPr>
          <w:p w14:paraId="6F67C8D3" w14:textId="481FF886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Set</w:t>
            </w:r>
          </w:p>
        </w:tc>
        <w:tc>
          <w:tcPr>
            <w:tcW w:w="1559" w:type="dxa"/>
          </w:tcPr>
          <w:p w14:paraId="7B904AF9" w14:textId="1D018977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9992A44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E0C3C0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AE72646" w14:textId="5FB24AB5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0B3F803" w14:textId="03058650" w:rsidR="004640A4" w:rsidRPr="00492684" w:rsidRDefault="004B10E8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150mm barrel bolt complete with screw</w:t>
            </w:r>
          </w:p>
        </w:tc>
        <w:tc>
          <w:tcPr>
            <w:tcW w:w="1134" w:type="dxa"/>
          </w:tcPr>
          <w:p w14:paraId="733E67D9" w14:textId="5DD9F65B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3C22EB17" w14:textId="0FE84CE0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22A1A38E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3AB74D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A4C42E7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AAF83BD" w14:textId="42A47D0A" w:rsidR="004640A4" w:rsidRPr="00E153CD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Plumbing</w:t>
            </w:r>
          </w:p>
        </w:tc>
        <w:tc>
          <w:tcPr>
            <w:tcW w:w="1134" w:type="dxa"/>
          </w:tcPr>
          <w:p w14:paraId="1A5DD230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C553DD4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D319EF2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04484A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273C01C" w14:textId="55E8E09D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D9DD813" w14:textId="690617D8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Pvc pipe 15mm distribution line (overhead)</w:t>
            </w:r>
          </w:p>
        </w:tc>
        <w:tc>
          <w:tcPr>
            <w:tcW w:w="1134" w:type="dxa"/>
          </w:tcPr>
          <w:p w14:paraId="0B772BF2" w14:textId="3FADE623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75DD8AA0" w14:textId="1DCD198D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4F1C004E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25B0DF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64D6C48" w14:textId="61FDBF39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33FB836" w14:textId="153F6A34" w:rsidR="004640A4" w:rsidRPr="00C067D1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C067D1">
              <w:rPr>
                <w:bCs/>
                <w:lang w:val="en-GB"/>
              </w:rPr>
              <w:t>Elbow pvc 15mm</w:t>
            </w:r>
          </w:p>
        </w:tc>
        <w:tc>
          <w:tcPr>
            <w:tcW w:w="1134" w:type="dxa"/>
          </w:tcPr>
          <w:p w14:paraId="2E8AAFFB" w14:textId="2946FF84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198E0B26" w14:textId="23C53715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794E77E9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44A41A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767B2D8" w14:textId="5E9DE5E4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0450587" w14:textId="7A9E7279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dia. Pvc tee </w:t>
            </w:r>
          </w:p>
        </w:tc>
        <w:tc>
          <w:tcPr>
            <w:tcW w:w="1134" w:type="dxa"/>
          </w:tcPr>
          <w:p w14:paraId="42F1C597" w14:textId="62B8706F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5035F883" w14:textId="14D6203B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418B9E72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B8FF4A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345E10" w14:textId="6A89432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3093578" w14:textId="12369B67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Male adapator 15mm </w:t>
            </w:r>
          </w:p>
        </w:tc>
        <w:tc>
          <w:tcPr>
            <w:tcW w:w="1134" w:type="dxa"/>
          </w:tcPr>
          <w:p w14:paraId="43553C7F" w14:textId="38622D8C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37FEB060" w14:textId="4C695E08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40C11D5B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9E220C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C9746D7" w14:textId="2EE21B84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2857680" w14:textId="58524258" w:rsidR="004640A4" w:rsidRPr="00492684" w:rsidRDefault="00C067D1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Female adapator 15mm</w:t>
            </w:r>
          </w:p>
        </w:tc>
        <w:tc>
          <w:tcPr>
            <w:tcW w:w="1134" w:type="dxa"/>
          </w:tcPr>
          <w:p w14:paraId="352008E2" w14:textId="2F37B1AC" w:rsidR="004640A4" w:rsidRPr="00492684" w:rsidRDefault="00C356CF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29018DA9" w14:textId="73C6D522" w:rsidR="004640A4" w:rsidRPr="00492684" w:rsidRDefault="00C356CF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BA451C7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A7B175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3B57632" w14:textId="33466375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3840812" w14:textId="7D797ED5" w:rsidR="004640A4" w:rsidRPr="00492684" w:rsidRDefault="00C356CF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Gate valve brass ½’’ </w:t>
            </w:r>
          </w:p>
        </w:tc>
        <w:tc>
          <w:tcPr>
            <w:tcW w:w="1134" w:type="dxa"/>
          </w:tcPr>
          <w:p w14:paraId="5B36854F" w14:textId="62D7D64E" w:rsidR="004640A4" w:rsidRPr="00492684" w:rsidRDefault="00C356CF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55A521AE" w14:textId="605B60F1" w:rsidR="004640A4" w:rsidRPr="0049268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B0A0553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1EECB8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7F03387" w14:textId="2E624470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4F570BA" w14:textId="53C5C6FD" w:rsidR="004640A4" w:rsidRDefault="00C356CF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Pilla tap 15mm</w:t>
            </w:r>
          </w:p>
        </w:tc>
        <w:tc>
          <w:tcPr>
            <w:tcW w:w="1134" w:type="dxa"/>
          </w:tcPr>
          <w:p w14:paraId="76F24943" w14:textId="78A9BDA9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7F18A4C" w14:textId="2CA2E075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853624C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58ABF2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4A3FA4F" w14:textId="0AE85ABA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1C66337" w14:textId="7C0E9757" w:rsidR="004640A4" w:rsidRPr="00492684" w:rsidRDefault="00B0734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Reducing bush25mm 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 xml:space="preserve"> 15mm</w:t>
            </w:r>
          </w:p>
        </w:tc>
        <w:tc>
          <w:tcPr>
            <w:tcW w:w="1134" w:type="dxa"/>
          </w:tcPr>
          <w:p w14:paraId="62D92FDC" w14:textId="7CB30401" w:rsidR="004640A4" w:rsidRPr="0049268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10E06EE" w14:textId="7F89B959" w:rsidR="004640A4" w:rsidRPr="0049268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522CA38A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B72758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E1ABA3B" w14:textId="0EED437A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2674BBE" w14:textId="36A43302" w:rsidR="004640A4" w:rsidRPr="00492684" w:rsidRDefault="00B0734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25mm elbow </w:t>
            </w:r>
          </w:p>
        </w:tc>
        <w:tc>
          <w:tcPr>
            <w:tcW w:w="1134" w:type="dxa"/>
          </w:tcPr>
          <w:p w14:paraId="1FD1777D" w14:textId="484315D0" w:rsidR="004640A4" w:rsidRPr="0049268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1E1CA7B" w14:textId="61988B28" w:rsidR="004640A4" w:rsidRPr="0049268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0E21A2E2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330FA7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3ADB0B5" w14:textId="3F4251BF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960DE5B" w14:textId="2ED69012" w:rsidR="004640A4" w:rsidRPr="00492684" w:rsidRDefault="00B0734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pvc pipe</w:t>
            </w:r>
          </w:p>
        </w:tc>
        <w:tc>
          <w:tcPr>
            <w:tcW w:w="1134" w:type="dxa"/>
          </w:tcPr>
          <w:p w14:paraId="043F114B" w14:textId="3C2BE1C4" w:rsidR="004640A4" w:rsidRPr="0049268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0287219F" w14:textId="341F793D" w:rsidR="004640A4" w:rsidRPr="0049268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15218D28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A0A5E8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24EAE30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F7D2EC5" w14:textId="12823E1D" w:rsidR="004640A4" w:rsidRPr="00B07340" w:rsidRDefault="00B0734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B07340">
              <w:rPr>
                <w:b/>
                <w:bCs/>
                <w:lang w:val="en-GB"/>
              </w:rPr>
              <w:t xml:space="preserve">WC &amp; </w:t>
            </w:r>
            <w:r>
              <w:rPr>
                <w:b/>
                <w:bCs/>
                <w:lang w:val="en-GB"/>
              </w:rPr>
              <w:t>C</w:t>
            </w:r>
            <w:r w:rsidRPr="00B07340">
              <w:rPr>
                <w:b/>
                <w:bCs/>
                <w:lang w:val="en-GB"/>
              </w:rPr>
              <w:t>ELL</w:t>
            </w:r>
          </w:p>
        </w:tc>
        <w:tc>
          <w:tcPr>
            <w:tcW w:w="1134" w:type="dxa"/>
          </w:tcPr>
          <w:p w14:paraId="40781269" w14:textId="29959F80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9670DA0" w14:textId="6C14B77B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18297E7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13B0FB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F95B877" w14:textId="6E46EF9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DD28E0B" w14:textId="026E07D0" w:rsidR="004640A4" w:rsidRPr="0049268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Elbow</w:t>
            </w:r>
            <w:r w:rsidR="00B07340">
              <w:rPr>
                <w:lang w:val="en-GB"/>
              </w:rPr>
              <w:t xml:space="preserve"> 100</w:t>
            </w:r>
            <w:r>
              <w:rPr>
                <w:lang w:val="en-GB"/>
              </w:rPr>
              <w:t>mm dia</w:t>
            </w:r>
            <w:r w:rsidR="00B07340">
              <w:rPr>
                <w:lang w:val="en-GB"/>
              </w:rPr>
              <w:t>, PVC 90 degrees</w:t>
            </w:r>
          </w:p>
        </w:tc>
        <w:tc>
          <w:tcPr>
            <w:tcW w:w="1134" w:type="dxa"/>
          </w:tcPr>
          <w:p w14:paraId="619FE32F" w14:textId="553CE314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4DDB5BD6" w14:textId="5B6A1F00" w:rsidR="004640A4" w:rsidRPr="0049268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735F11CE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CA2223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7D1187C" w14:textId="32626094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BA5314D" w14:textId="43869815" w:rsidR="004640A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Tee connector 100mm dia. Pvc</w:t>
            </w:r>
          </w:p>
        </w:tc>
        <w:tc>
          <w:tcPr>
            <w:tcW w:w="1134" w:type="dxa"/>
          </w:tcPr>
          <w:p w14:paraId="6B613D9F" w14:textId="6B5B7645" w:rsidR="004640A4" w:rsidRPr="0049268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0C85F720" w14:textId="41A369AF" w:rsidR="004640A4" w:rsidRPr="0049268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A662B91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6FAB0D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E60B2E9" w14:textId="031FD6D3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EBC408E" w14:textId="17270728" w:rsidR="004640A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Male adaptor 25mm</w:t>
            </w:r>
          </w:p>
        </w:tc>
        <w:tc>
          <w:tcPr>
            <w:tcW w:w="1134" w:type="dxa"/>
          </w:tcPr>
          <w:p w14:paraId="07054C00" w14:textId="7A81015B" w:rsidR="004640A4" w:rsidRPr="0049268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F4996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71414941" w14:textId="5FE27874" w:rsidR="004640A4" w:rsidRPr="0049268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70A437B9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4A4061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0D1B693" w14:textId="778113F2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855D4FB" w14:textId="25462069" w:rsidR="004640A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Reducing bush 10</w:t>
            </w:r>
            <w:r w:rsidR="009E56AB">
              <w:rPr>
                <w:lang w:val="en-GB"/>
              </w:rPr>
              <w:t>0</w:t>
            </w:r>
            <w:r>
              <w:rPr>
                <w:lang w:val="en-GB"/>
              </w:rPr>
              <w:t xml:space="preserve">mm 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 xml:space="preserve"> 32mm 90 degrees</w:t>
            </w:r>
          </w:p>
        </w:tc>
        <w:tc>
          <w:tcPr>
            <w:tcW w:w="1134" w:type="dxa"/>
          </w:tcPr>
          <w:p w14:paraId="6FD88822" w14:textId="3460D8D6" w:rsidR="004640A4" w:rsidRPr="0049268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60EB7038" w14:textId="6AE9B30B" w:rsidR="004640A4" w:rsidRPr="00492684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33CF587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51EAB7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834844" w14:textId="2DE72D11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C78340A" w14:textId="7DECC4EE" w:rsidR="004640A4" w:rsidRPr="00F345EA" w:rsidRDefault="00F345EA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32mm dia. Elbow 90degree</w:t>
            </w:r>
          </w:p>
        </w:tc>
        <w:tc>
          <w:tcPr>
            <w:tcW w:w="1134" w:type="dxa"/>
          </w:tcPr>
          <w:p w14:paraId="2A71590C" w14:textId="24751765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5971ED1C" w14:textId="3B0F33F1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2A23D84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0263BB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8892D7A" w14:textId="18B8C33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1A2A2DE" w14:textId="16C15CF1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Gully trap 32mm dia,</w:t>
            </w:r>
          </w:p>
        </w:tc>
        <w:tc>
          <w:tcPr>
            <w:tcW w:w="1134" w:type="dxa"/>
          </w:tcPr>
          <w:p w14:paraId="074F2107" w14:textId="1BE05C78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01B2BF1F" w14:textId="7F5612A6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415AB6DE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47C6C6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9315291" w14:textId="0325C6E3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4396808" w14:textId="2157E11C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32mm dia. Elbow 45 degree</w:t>
            </w:r>
          </w:p>
        </w:tc>
        <w:tc>
          <w:tcPr>
            <w:tcW w:w="1134" w:type="dxa"/>
          </w:tcPr>
          <w:p w14:paraId="4958CF33" w14:textId="09483825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6F11BEA0" w14:textId="65A7AF52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6CAFDEF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B34C2E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735C350" w14:textId="5B4BA4E4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492A344" w14:textId="67B956D0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Tee connector 32mm dia. Pvc </w:t>
            </w:r>
          </w:p>
        </w:tc>
        <w:tc>
          <w:tcPr>
            <w:tcW w:w="1134" w:type="dxa"/>
          </w:tcPr>
          <w:p w14:paraId="088E1AF5" w14:textId="329EA109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C067D1">
              <w:rPr>
                <w:lang w:val="en-GB"/>
              </w:rPr>
              <w:t>.</w:t>
            </w:r>
          </w:p>
        </w:tc>
        <w:tc>
          <w:tcPr>
            <w:tcW w:w="1559" w:type="dxa"/>
          </w:tcPr>
          <w:p w14:paraId="4EACE5C5" w14:textId="77161BD2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59F79C51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0E9BA7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340522" w14:textId="0001A20A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3949675" w14:textId="40B0955F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Pvc pipe 100mm dia</w:t>
            </w:r>
          </w:p>
          <w:p w14:paraId="4AB5C9A2" w14:textId="1344704B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B05355A" w14:textId="7B01F9F3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51DC8DF1" w14:textId="7598DF46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153E44FF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1FDCDE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30E012C" w14:textId="59B210A1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B4FE0E1" w14:textId="5DCD2890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Pan white ‘P’ trap</w:t>
            </w:r>
          </w:p>
        </w:tc>
        <w:tc>
          <w:tcPr>
            <w:tcW w:w="1134" w:type="dxa"/>
          </w:tcPr>
          <w:p w14:paraId="22730729" w14:textId="73F14B6D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Pcs</w:t>
            </w:r>
          </w:p>
        </w:tc>
        <w:tc>
          <w:tcPr>
            <w:tcW w:w="1559" w:type="dxa"/>
          </w:tcPr>
          <w:p w14:paraId="31E66731" w14:textId="7061385C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F119E96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5A5A9B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645805" w14:textId="1F34D6C5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B91611B" w14:textId="2CFA3D11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Pan seet</w:t>
            </w:r>
          </w:p>
        </w:tc>
        <w:tc>
          <w:tcPr>
            <w:tcW w:w="1134" w:type="dxa"/>
          </w:tcPr>
          <w:p w14:paraId="6346FF81" w14:textId="074CC622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35C4E8A2" w14:textId="370459A8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5E1D507D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F09AC2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31C1F94" w14:textId="49200295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8F44211" w14:textId="53090518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Vent cap 100mm pvc</w:t>
            </w:r>
          </w:p>
        </w:tc>
        <w:tc>
          <w:tcPr>
            <w:tcW w:w="1134" w:type="dxa"/>
          </w:tcPr>
          <w:p w14:paraId="1D973CBA" w14:textId="4C95F90C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E016809" w14:textId="3CE84D7A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7011184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5AA527A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0A65CB2" w14:textId="6C0FDEC0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93F03D0" w14:textId="339239D8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Wash hand basin c/w bracket, and plug and waste</w:t>
            </w:r>
          </w:p>
        </w:tc>
        <w:tc>
          <w:tcPr>
            <w:tcW w:w="1134" w:type="dxa"/>
          </w:tcPr>
          <w:p w14:paraId="418212D0" w14:textId="1D40422E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36187DA5" w14:textId="006307F1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498F2BD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9BED18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4C05635" w14:textId="37E156AC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1B811DC" w14:textId="47A4CCFA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S-trap 32mm diameter</w:t>
            </w:r>
          </w:p>
        </w:tc>
        <w:tc>
          <w:tcPr>
            <w:tcW w:w="1134" w:type="dxa"/>
          </w:tcPr>
          <w:p w14:paraId="4D920042" w14:textId="40587EE2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7520CDEC" w14:textId="477B10B9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688D0CC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302A5F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F6FF574" w14:textId="526D2568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528241A" w14:textId="640478F9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32mm dia. Elbow 90 degree</w:t>
            </w:r>
          </w:p>
        </w:tc>
        <w:tc>
          <w:tcPr>
            <w:tcW w:w="1134" w:type="dxa"/>
          </w:tcPr>
          <w:p w14:paraId="7FFDE5CA" w14:textId="1FE4A4F1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4A65693F" w14:textId="4FA115FD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F838143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57EC00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508A17F" w14:textId="4040F646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7285ED3" w14:textId="0851D0B8" w:rsidR="004640A4" w:rsidRPr="00CF4996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CF4996">
              <w:rPr>
                <w:bCs/>
                <w:lang w:val="en-GB"/>
              </w:rPr>
              <w:t xml:space="preserve">Pvc pipe </w:t>
            </w:r>
            <w:r>
              <w:rPr>
                <w:bCs/>
                <w:lang w:val="en-GB"/>
              </w:rPr>
              <w:t xml:space="preserve">32mm </w:t>
            </w:r>
          </w:p>
        </w:tc>
        <w:tc>
          <w:tcPr>
            <w:tcW w:w="1134" w:type="dxa"/>
          </w:tcPr>
          <w:p w14:paraId="62CAAEC0" w14:textId="3DC8A15A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149EDD62" w14:textId="54E2E06C" w:rsidR="004640A4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2D9FC614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9F1411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B4629EC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DC312E9" w14:textId="55DB670B" w:rsidR="004640A4" w:rsidRPr="00CF4996" w:rsidRDefault="00CF4996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CF4996">
              <w:rPr>
                <w:b/>
                <w:bCs/>
                <w:lang w:val="en-GB"/>
              </w:rPr>
              <w:t>Trans</w:t>
            </w:r>
            <w:r w:rsidR="004646FD">
              <w:rPr>
                <w:b/>
                <w:bCs/>
                <w:lang w:val="en-GB"/>
              </w:rPr>
              <w:t>i</w:t>
            </w:r>
            <w:r w:rsidRPr="00CF4996">
              <w:rPr>
                <w:b/>
                <w:bCs/>
                <w:lang w:val="en-GB"/>
              </w:rPr>
              <w:t>m</w:t>
            </w:r>
            <w:r w:rsidR="004646FD">
              <w:rPr>
                <w:b/>
                <w:bCs/>
                <w:lang w:val="en-GB"/>
              </w:rPr>
              <w:t>itt</w:t>
            </w:r>
            <w:r w:rsidRPr="00CF4996">
              <w:rPr>
                <w:b/>
                <w:bCs/>
                <w:lang w:val="en-GB"/>
              </w:rPr>
              <w:t>ion Line</w:t>
            </w:r>
          </w:p>
        </w:tc>
        <w:tc>
          <w:tcPr>
            <w:tcW w:w="1134" w:type="dxa"/>
          </w:tcPr>
          <w:p w14:paraId="0FB935C3" w14:textId="310F4827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4F502765" w14:textId="5D0CE73D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1043850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EDB7C4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C7EFB7E" w14:textId="1734C010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E82C1EC" w14:textId="46EF49AA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Elbow pvc 25mm 90 degree</w:t>
            </w:r>
          </w:p>
        </w:tc>
        <w:tc>
          <w:tcPr>
            <w:tcW w:w="1134" w:type="dxa"/>
          </w:tcPr>
          <w:p w14:paraId="795680EE" w14:textId="492AC5CC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069D1098" w14:textId="78A048D7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52923A82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75909F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B9BE65" w14:textId="5DB8D71D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AC9DAE5" w14:textId="5268A495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Union socket 25mm</w:t>
            </w:r>
          </w:p>
        </w:tc>
        <w:tc>
          <w:tcPr>
            <w:tcW w:w="1134" w:type="dxa"/>
          </w:tcPr>
          <w:p w14:paraId="1CDF517F" w14:textId="104F9236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3E46387F" w14:textId="06B58F37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6F2454B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1D5968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D12C74E" w14:textId="1721614F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474B4BA" w14:textId="24390D08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Male adapator 25mm</w:t>
            </w:r>
          </w:p>
        </w:tc>
        <w:tc>
          <w:tcPr>
            <w:tcW w:w="1134" w:type="dxa"/>
          </w:tcPr>
          <w:p w14:paraId="3C464905" w14:textId="5FEBBAC1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6F6C0B9F" w14:textId="4FF98426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F06C58E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C25561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8A4FBFA" w14:textId="74AE24A0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C637BEA" w14:textId="69F32381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Female adapator 25mm </w:t>
            </w:r>
          </w:p>
        </w:tc>
        <w:tc>
          <w:tcPr>
            <w:tcW w:w="1134" w:type="dxa"/>
          </w:tcPr>
          <w:p w14:paraId="7F958E87" w14:textId="6D55192D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2789DF09" w14:textId="3248F413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6F3E17D6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848683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CBF2C0D" w14:textId="1CD8D621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D09A6D8" w14:textId="2378407D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pvc pipe</w:t>
            </w:r>
          </w:p>
        </w:tc>
        <w:tc>
          <w:tcPr>
            <w:tcW w:w="1134" w:type="dxa"/>
          </w:tcPr>
          <w:p w14:paraId="3652882F" w14:textId="016C5FB5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173F3324" w14:textId="79790EF2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6E99AB2A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B4EFA8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F497C63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135CB2A" w14:textId="3561BC4D" w:rsidR="004640A4" w:rsidRPr="004646FD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646FD">
              <w:rPr>
                <w:b/>
                <w:bCs/>
                <w:lang w:val="en-GB"/>
              </w:rPr>
              <w:t>Suction Inlet Pumb</w:t>
            </w:r>
          </w:p>
        </w:tc>
        <w:tc>
          <w:tcPr>
            <w:tcW w:w="1134" w:type="dxa"/>
          </w:tcPr>
          <w:p w14:paraId="17BFE500" w14:textId="17C10B20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7C0E334" w14:textId="01819A03" w:rsidR="004640A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DD91030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3490F17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0F86ADF" w14:textId="051B89D3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528A715" w14:textId="1D808F23" w:rsidR="004640A4" w:rsidRPr="004646FD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Elbow pvc 25mm 90 degree</w:t>
            </w:r>
          </w:p>
        </w:tc>
        <w:tc>
          <w:tcPr>
            <w:tcW w:w="1134" w:type="dxa"/>
          </w:tcPr>
          <w:p w14:paraId="139EA1B5" w14:textId="2FDFC412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7AE49DC" w14:textId="3671B18B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0454641A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19E3F96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6339D6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3AE9844" w14:textId="3265874E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Union socket 25mm</w:t>
            </w:r>
          </w:p>
        </w:tc>
        <w:tc>
          <w:tcPr>
            <w:tcW w:w="1134" w:type="dxa"/>
          </w:tcPr>
          <w:p w14:paraId="1C143429" w14:textId="3F2838EC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E21B8FF" w14:textId="320ABF9B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EC30000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2E2557C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31C7130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52F3F3E" w14:textId="3FBF3031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Tee connector 25mm dia. Pvc</w:t>
            </w:r>
          </w:p>
        </w:tc>
        <w:tc>
          <w:tcPr>
            <w:tcW w:w="1134" w:type="dxa"/>
          </w:tcPr>
          <w:p w14:paraId="209A0138" w14:textId="5304E0AC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F2D9710" w14:textId="1B6E8954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30912DC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A24800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097D764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C2EF5E3" w14:textId="37B4001F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Male adapator 25mm</w:t>
            </w:r>
          </w:p>
        </w:tc>
        <w:tc>
          <w:tcPr>
            <w:tcW w:w="1134" w:type="dxa"/>
          </w:tcPr>
          <w:p w14:paraId="709BE825" w14:textId="13647DC0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2825B5C0" w14:textId="4DD2E22C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49BA4637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743677B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A7CDFFF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3AA0697" w14:textId="5E4A2903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Foot valve 25mm</w:t>
            </w:r>
          </w:p>
        </w:tc>
        <w:tc>
          <w:tcPr>
            <w:tcW w:w="1134" w:type="dxa"/>
          </w:tcPr>
          <w:p w14:paraId="6CCB973C" w14:textId="3374D24C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5975C478" w14:textId="6035D304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5FF0A2F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401CE00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4808828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1F457D4" w14:textId="110EE034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25mm pvc pipe </w:t>
            </w:r>
          </w:p>
        </w:tc>
        <w:tc>
          <w:tcPr>
            <w:tcW w:w="1134" w:type="dxa"/>
          </w:tcPr>
          <w:p w14:paraId="15DA05B5" w14:textId="3229E168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6819B23E" w14:textId="55E6CFFD" w:rsidR="004640A4" w:rsidRDefault="004646FD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3CD7DBED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094B50F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5769F6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588F7C8" w14:textId="26972D96" w:rsidR="004640A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Thread tape</w:t>
            </w:r>
          </w:p>
        </w:tc>
        <w:tc>
          <w:tcPr>
            <w:tcW w:w="1134" w:type="dxa"/>
          </w:tcPr>
          <w:p w14:paraId="62967F68" w14:textId="1194C2B7" w:rsidR="004640A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2A2AB1F" w14:textId="4DF78B92" w:rsidR="004640A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58BA524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640A4" w:rsidRPr="00492684" w14:paraId="6F9D2B0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58193D" w14:textId="77777777" w:rsidR="004640A4" w:rsidRPr="00492684" w:rsidRDefault="004640A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FCD3AC9" w14:textId="1648F581" w:rsidR="004640A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Solvent cement 500g</w:t>
            </w:r>
          </w:p>
        </w:tc>
        <w:tc>
          <w:tcPr>
            <w:tcW w:w="1134" w:type="dxa"/>
          </w:tcPr>
          <w:p w14:paraId="0F551427" w14:textId="02EECDB4" w:rsidR="004640A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DF2DB8F" w14:textId="1E5632FB" w:rsidR="004640A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78DDCA0C" w14:textId="77777777" w:rsidR="004640A4" w:rsidRPr="00492684" w:rsidRDefault="004640A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227AC" w:rsidRPr="00492684" w14:paraId="412558B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B50C70" w14:textId="77777777" w:rsidR="00B227AC" w:rsidRPr="00492684" w:rsidRDefault="00B227AC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2AB13CF" w14:textId="756A889E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Clip pvc 15mm</w:t>
            </w:r>
          </w:p>
        </w:tc>
        <w:tc>
          <w:tcPr>
            <w:tcW w:w="1134" w:type="dxa"/>
          </w:tcPr>
          <w:p w14:paraId="4823ADFC" w14:textId="666B4795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1BD688D2" w14:textId="3CA6070E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104BA5D3" w14:textId="77777777" w:rsidR="00B227AC" w:rsidRPr="0049268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227AC" w:rsidRPr="00492684" w14:paraId="4F9E2EF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69D55F" w14:textId="77777777" w:rsidR="00B227AC" w:rsidRPr="00492684" w:rsidRDefault="00B227AC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D2B892F" w14:textId="33E07E98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Pvc clips 25mm</w:t>
            </w:r>
          </w:p>
        </w:tc>
        <w:tc>
          <w:tcPr>
            <w:tcW w:w="1134" w:type="dxa"/>
          </w:tcPr>
          <w:p w14:paraId="1A3AAA97" w14:textId="37B21CBB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57AF2684" w14:textId="4704F0F3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7565709D" w14:textId="77777777" w:rsidR="00B227AC" w:rsidRPr="0049268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227AC" w:rsidRPr="00492684" w14:paraId="0EC441C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BBB5748" w14:textId="77777777" w:rsidR="00B227AC" w:rsidRPr="00492684" w:rsidRDefault="00B227AC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D106C2D" w14:textId="0A70E481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Clip pvc 100mm</w:t>
            </w:r>
          </w:p>
        </w:tc>
        <w:tc>
          <w:tcPr>
            <w:tcW w:w="1134" w:type="dxa"/>
          </w:tcPr>
          <w:p w14:paraId="5A12E079" w14:textId="68E75EEE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213A71E7" w14:textId="0F31BB63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5A306CA1" w14:textId="77777777" w:rsidR="00B227AC" w:rsidRPr="0049268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227AC" w:rsidRPr="00492684" w14:paraId="1753233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F8596A" w14:textId="77777777" w:rsidR="00B227AC" w:rsidRPr="00492684" w:rsidRDefault="00B227AC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68B1971" w14:textId="77777777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115BC70A" w14:textId="77777777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8EF8CF3" w14:textId="77777777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8FEF03C" w14:textId="77777777" w:rsidR="00B227AC" w:rsidRPr="0049268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227AC" w:rsidRPr="00492684" w14:paraId="2FC5A17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5F2C035" w14:textId="77777777" w:rsidR="00B227AC" w:rsidRPr="00492684" w:rsidRDefault="00B227AC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CC485D9" w14:textId="3BDDAF9B" w:rsidR="00B227AC" w:rsidRP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B227AC">
              <w:rPr>
                <w:b/>
                <w:bCs/>
                <w:lang w:val="en-GB"/>
              </w:rPr>
              <w:t>Electricals</w:t>
            </w:r>
          </w:p>
        </w:tc>
        <w:tc>
          <w:tcPr>
            <w:tcW w:w="1134" w:type="dxa"/>
          </w:tcPr>
          <w:p w14:paraId="5A4FB271" w14:textId="77777777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E7D865F" w14:textId="77777777" w:rsid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098C4DF" w14:textId="77777777" w:rsidR="00B227AC" w:rsidRPr="0049268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227AC" w:rsidRPr="00492684" w14:paraId="407053C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B6CC6D7" w14:textId="77777777" w:rsidR="00B227AC" w:rsidRPr="00492684" w:rsidRDefault="00B227AC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714F9F3" w14:textId="2C4C6C7D" w:rsidR="00B227AC" w:rsidRPr="00B227AC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227AC">
              <w:rPr>
                <w:lang w:val="en-GB"/>
              </w:rPr>
              <w:t>4</w:t>
            </w:r>
            <w:r>
              <w:rPr>
                <w:lang w:val="en-GB"/>
              </w:rPr>
              <w:t>’0’’</w:t>
            </w:r>
            <w:r w:rsidR="0092536B">
              <w:rPr>
                <w:lang w:val="en-GB"/>
              </w:rPr>
              <w:t xml:space="preserve"> fluorescent light fittings complete  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5AC5C2EE" w14:textId="01437EC6" w:rsidR="00B227AC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6FD414A0" w14:textId="15632E66" w:rsidR="00B227AC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36283B1B" w14:textId="77777777" w:rsidR="00B227AC" w:rsidRPr="00492684" w:rsidRDefault="00B227AC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536B" w:rsidRPr="00492684" w14:paraId="19C43F7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3F79E6" w14:textId="77777777" w:rsidR="0092536B" w:rsidRPr="00492684" w:rsidRDefault="0092536B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83415D7" w14:textId="4B6C64D5" w:rsidR="0092536B" w:rsidRPr="00B227AC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Pendant light complete with holder</w:t>
            </w:r>
          </w:p>
        </w:tc>
        <w:tc>
          <w:tcPr>
            <w:tcW w:w="1134" w:type="dxa"/>
          </w:tcPr>
          <w:p w14:paraId="6136B62B" w14:textId="1E700C07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0AF77108" w14:textId="4B8A3951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51B7F87A" w14:textId="77777777" w:rsidR="0092536B" w:rsidRPr="00492684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536B" w:rsidRPr="00492684" w14:paraId="2113E4C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5E5134" w14:textId="77777777" w:rsidR="0092536B" w:rsidRPr="00492684" w:rsidRDefault="0092536B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F5E019F" w14:textId="356B7271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Light switch one way</w:t>
            </w:r>
          </w:p>
        </w:tc>
        <w:tc>
          <w:tcPr>
            <w:tcW w:w="1134" w:type="dxa"/>
          </w:tcPr>
          <w:p w14:paraId="74710068" w14:textId="6B356DF5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2E299935" w14:textId="7BC84DE1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0CE750D0" w14:textId="77777777" w:rsidR="0092536B" w:rsidRPr="00492684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536B" w:rsidRPr="00492684" w14:paraId="0B950F1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6C433A7" w14:textId="77777777" w:rsidR="0092536B" w:rsidRPr="00492684" w:rsidRDefault="0092536B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FFE84CF" w14:textId="013A1CEA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1.5mm cable </w:t>
            </w:r>
          </w:p>
        </w:tc>
        <w:tc>
          <w:tcPr>
            <w:tcW w:w="1134" w:type="dxa"/>
          </w:tcPr>
          <w:p w14:paraId="3239A555" w14:textId="559DE7CB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68888731" w14:textId="0CAA1024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70</w:t>
            </w:r>
          </w:p>
        </w:tc>
        <w:tc>
          <w:tcPr>
            <w:tcW w:w="1417" w:type="dxa"/>
          </w:tcPr>
          <w:p w14:paraId="58B7506B" w14:textId="77777777" w:rsidR="0092536B" w:rsidRPr="00492684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536B" w:rsidRPr="00492684" w14:paraId="1E9C03D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A2A95C2" w14:textId="77777777" w:rsidR="0092536B" w:rsidRPr="00492684" w:rsidRDefault="0092536B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EC03553" w14:textId="75CCDEF1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2.5mm cable </w:t>
            </w:r>
          </w:p>
        </w:tc>
        <w:tc>
          <w:tcPr>
            <w:tcW w:w="1134" w:type="dxa"/>
          </w:tcPr>
          <w:p w14:paraId="2ECAA90A" w14:textId="23D3ABF0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2FC3B016" w14:textId="332C71A7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17" w:type="dxa"/>
          </w:tcPr>
          <w:p w14:paraId="01471277" w14:textId="77777777" w:rsidR="0092536B" w:rsidRPr="00492684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536B" w:rsidRPr="00492684" w14:paraId="18C0D78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492090F" w14:textId="77777777" w:rsidR="0092536B" w:rsidRPr="00492684" w:rsidRDefault="0092536B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1722484" w14:textId="505328E6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Mounting block</w:t>
            </w:r>
          </w:p>
        </w:tc>
        <w:tc>
          <w:tcPr>
            <w:tcW w:w="1134" w:type="dxa"/>
          </w:tcPr>
          <w:p w14:paraId="42EFD244" w14:textId="132D0077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05624D5A" w14:textId="40779A17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273E3696" w14:textId="77777777" w:rsidR="0092536B" w:rsidRPr="00492684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536B" w:rsidRPr="00492684" w14:paraId="0C01661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36995C1" w14:textId="77777777" w:rsidR="0092536B" w:rsidRPr="00492684" w:rsidRDefault="0092536B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4A2F569" w14:textId="3D77C6EA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Junction box</w:t>
            </w:r>
          </w:p>
        </w:tc>
        <w:tc>
          <w:tcPr>
            <w:tcW w:w="1134" w:type="dxa"/>
          </w:tcPr>
          <w:p w14:paraId="5AADB75A" w14:textId="23584430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555FDB59" w14:textId="0C3CB9FF" w:rsidR="0092536B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596ED580" w14:textId="77777777" w:rsidR="0092536B" w:rsidRPr="00492684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2536B" w:rsidRPr="00492684" w14:paraId="3F30AEA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7D8EB60" w14:textId="77777777" w:rsidR="0092536B" w:rsidRPr="00492684" w:rsidRDefault="0092536B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7CA9CD6" w14:textId="420969FB" w:rsidR="0092536B" w:rsidRDefault="00B27A65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Earthing cable 6mm</w:t>
            </w:r>
          </w:p>
        </w:tc>
        <w:tc>
          <w:tcPr>
            <w:tcW w:w="1134" w:type="dxa"/>
          </w:tcPr>
          <w:p w14:paraId="62EFAB36" w14:textId="6D4EEFAA" w:rsidR="0092536B" w:rsidRDefault="00B27A65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1F881EEB" w14:textId="17C5142B" w:rsidR="0092536B" w:rsidRDefault="00B27A65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17" w:type="dxa"/>
          </w:tcPr>
          <w:p w14:paraId="4416F137" w14:textId="77777777" w:rsidR="0092536B" w:rsidRPr="00492684" w:rsidRDefault="0092536B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27A65" w:rsidRPr="00492684" w14:paraId="566ECD8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C1F2F53" w14:textId="77777777" w:rsidR="00B27A65" w:rsidRPr="00492684" w:rsidRDefault="00B27A65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3676995" w14:textId="7A0156B6" w:rsidR="00B27A65" w:rsidRDefault="00B27A65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Earthing rod ¾’’ galvanised pipe</w:t>
            </w:r>
          </w:p>
        </w:tc>
        <w:tc>
          <w:tcPr>
            <w:tcW w:w="1134" w:type="dxa"/>
          </w:tcPr>
          <w:p w14:paraId="014A3839" w14:textId="714B20BD" w:rsidR="00B27A65" w:rsidRDefault="00B27A65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175B93F0" w14:textId="6A33E812" w:rsidR="00B27A65" w:rsidRDefault="00B27A65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F471EA1" w14:textId="77777777" w:rsidR="00B27A65" w:rsidRPr="00492684" w:rsidRDefault="00B27A65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27A65" w:rsidRPr="00492684" w14:paraId="4B111F9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5C47C7F" w14:textId="77777777" w:rsidR="00B27A65" w:rsidRPr="00492684" w:rsidRDefault="00B27A65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DE8C7C4" w14:textId="63FA8B69" w:rsidR="00B27A65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Insulating tape </w:t>
            </w:r>
          </w:p>
        </w:tc>
        <w:tc>
          <w:tcPr>
            <w:tcW w:w="1134" w:type="dxa"/>
          </w:tcPr>
          <w:p w14:paraId="56446373" w14:textId="477F9C17" w:rsidR="00B27A65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18A803ED" w14:textId="05940935" w:rsidR="00B27A65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00AB6A14" w14:textId="77777777" w:rsidR="00B27A65" w:rsidRPr="00492684" w:rsidRDefault="00B27A65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6102239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4F4830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2914D0E" w14:textId="77DA86A6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Double power point</w:t>
            </w:r>
          </w:p>
        </w:tc>
        <w:tc>
          <w:tcPr>
            <w:tcW w:w="1134" w:type="dxa"/>
          </w:tcPr>
          <w:p w14:paraId="3B45CFFA" w14:textId="1F0502BE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00488503" w14:textId="1E46FF3A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92379BC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35ABCDE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5473DB8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9177E9B" w14:textId="2DA1DDFA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dia pvc pipe for conduiting</w:t>
            </w:r>
          </w:p>
        </w:tc>
        <w:tc>
          <w:tcPr>
            <w:tcW w:w="1134" w:type="dxa"/>
          </w:tcPr>
          <w:p w14:paraId="5560D414" w14:textId="30CB5282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7EB4DFF3" w14:textId="03291614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7C006190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4A36A69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4FA6683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53B8083" w14:textId="2B70A9D0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pvc clip </w:t>
            </w:r>
          </w:p>
        </w:tc>
        <w:tc>
          <w:tcPr>
            <w:tcW w:w="1134" w:type="dxa"/>
          </w:tcPr>
          <w:p w14:paraId="66BE0205" w14:textId="627A5A03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22607141" w14:textId="34E1015C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1417" w:type="dxa"/>
          </w:tcPr>
          <w:p w14:paraId="68E5929E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2F022C4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9059677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66A4B0A" w14:textId="7716A292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Ceiling fan complete with fan switch</w:t>
            </w:r>
          </w:p>
        </w:tc>
        <w:tc>
          <w:tcPr>
            <w:tcW w:w="1134" w:type="dxa"/>
          </w:tcPr>
          <w:p w14:paraId="16CDA98F" w14:textId="06ED8FD1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6AEE8E24" w14:textId="62B2ECC9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5CCFE7F3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63B8F30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13A25D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D48A3C6" w14:textId="7FF3D5F7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Allow for clips, junctions and screws</w:t>
            </w:r>
          </w:p>
        </w:tc>
        <w:tc>
          <w:tcPr>
            <w:tcW w:w="1134" w:type="dxa"/>
          </w:tcPr>
          <w:p w14:paraId="16BFC28B" w14:textId="53295EE4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Item</w:t>
            </w:r>
          </w:p>
        </w:tc>
        <w:tc>
          <w:tcPr>
            <w:tcW w:w="1559" w:type="dxa"/>
          </w:tcPr>
          <w:p w14:paraId="5596F947" w14:textId="752A26C5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BE60E22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0C15F37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CA19ED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A518F90" w14:textId="0F5E6C7A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Switch board with neutral bar</w:t>
            </w:r>
          </w:p>
        </w:tc>
        <w:tc>
          <w:tcPr>
            <w:tcW w:w="1134" w:type="dxa"/>
          </w:tcPr>
          <w:p w14:paraId="75FD4174" w14:textId="293C8396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0FC4FD8C" w14:textId="1190CAAA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33FA7D3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2A4A3D1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54D2069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AE10B45" w14:textId="3979082F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Circuit breaker 20A</w:t>
            </w:r>
          </w:p>
        </w:tc>
        <w:tc>
          <w:tcPr>
            <w:tcW w:w="1134" w:type="dxa"/>
          </w:tcPr>
          <w:p w14:paraId="267A5FF0" w14:textId="2C1B060D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3FBF360E" w14:textId="7448C419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58995F2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24B621A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BB60E7E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256DA87" w14:textId="59A94DB7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Circuit breaker 16A</w:t>
            </w:r>
          </w:p>
        </w:tc>
        <w:tc>
          <w:tcPr>
            <w:tcW w:w="1134" w:type="dxa"/>
          </w:tcPr>
          <w:p w14:paraId="090A5652" w14:textId="0E831413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6C9E4334" w14:textId="55A5CC42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E8523AB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6C1C3F4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7E84A8D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580BDE5" w14:textId="4BD43357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Circuit breaker 10A</w:t>
            </w:r>
          </w:p>
        </w:tc>
        <w:tc>
          <w:tcPr>
            <w:tcW w:w="1134" w:type="dxa"/>
          </w:tcPr>
          <w:p w14:paraId="0701B64A" w14:textId="39B1E726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67BADBEB" w14:textId="78FD72AB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0693B891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097E08E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807BD8B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BFF49EB" w14:textId="489B2082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Circuit breaker 8A</w:t>
            </w:r>
          </w:p>
        </w:tc>
        <w:tc>
          <w:tcPr>
            <w:tcW w:w="1134" w:type="dxa"/>
          </w:tcPr>
          <w:p w14:paraId="0BC3C711" w14:textId="03D6C9CD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70B8930A" w14:textId="62085F44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3EDEBDA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15330" w:rsidRPr="00492684" w14:paraId="706E975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FB2A8FC" w14:textId="77777777" w:rsidR="00415330" w:rsidRPr="00492684" w:rsidRDefault="00415330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409BC78" w14:textId="571CF07C" w:rsidR="00415330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Wall plug </w:t>
            </w:r>
          </w:p>
        </w:tc>
        <w:tc>
          <w:tcPr>
            <w:tcW w:w="1134" w:type="dxa"/>
          </w:tcPr>
          <w:p w14:paraId="048FF0E2" w14:textId="25A1AD68" w:rsidR="00415330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2118C4CD" w14:textId="468626C1" w:rsidR="00415330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4E42B6E0" w14:textId="77777777" w:rsidR="00415330" w:rsidRPr="00492684" w:rsidRDefault="00415330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25169BE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7E909F5" w14:textId="77777777" w:rsidR="004E72B7" w:rsidRPr="00492684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22FE235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1205DBCE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5CE2B6E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164DA46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138E9CE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52F06DA" w14:textId="77777777" w:rsidR="004E72B7" w:rsidRPr="00492684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8269BA9" w14:textId="2D2FC6B8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E72B7">
              <w:rPr>
                <w:b/>
                <w:bCs/>
                <w:lang w:val="en-GB"/>
              </w:rPr>
              <w:t>Painting</w:t>
            </w:r>
          </w:p>
        </w:tc>
        <w:tc>
          <w:tcPr>
            <w:tcW w:w="1134" w:type="dxa"/>
          </w:tcPr>
          <w:p w14:paraId="1C2E5A4B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94AB60E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2370384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2805DC5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F338E35" w14:textId="77777777" w:rsidR="004E72B7" w:rsidRPr="004E72B7" w:rsidRDefault="004E72B7" w:rsidP="004640A4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17E34479" w14:textId="0D02B316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E72B7">
              <w:rPr>
                <w:lang w:val="en-GB"/>
              </w:rPr>
              <w:t>Pink primer</w:t>
            </w:r>
            <w:r>
              <w:rPr>
                <w:lang w:val="en-GB"/>
              </w:rPr>
              <w:t xml:space="preserve"> 4 litres</w:t>
            </w:r>
          </w:p>
        </w:tc>
        <w:tc>
          <w:tcPr>
            <w:tcW w:w="1134" w:type="dxa"/>
          </w:tcPr>
          <w:p w14:paraId="04C698CC" w14:textId="54CB5603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Tins</w:t>
            </w:r>
          </w:p>
        </w:tc>
        <w:tc>
          <w:tcPr>
            <w:tcW w:w="1559" w:type="dxa"/>
          </w:tcPr>
          <w:p w14:paraId="51E07E7C" w14:textId="17AF9BB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17" w:type="dxa"/>
          </w:tcPr>
          <w:p w14:paraId="2C61339D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24EA98F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4A9FBF5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833BD99" w14:textId="66DC10F6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Undercoat 4 litres</w:t>
            </w:r>
          </w:p>
        </w:tc>
        <w:tc>
          <w:tcPr>
            <w:tcW w:w="1134" w:type="dxa"/>
          </w:tcPr>
          <w:p w14:paraId="63FD5705" w14:textId="0531EC15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Tins</w:t>
            </w:r>
          </w:p>
        </w:tc>
        <w:tc>
          <w:tcPr>
            <w:tcW w:w="1559" w:type="dxa"/>
          </w:tcPr>
          <w:p w14:paraId="09003CC0" w14:textId="4FF241E6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17" w:type="dxa"/>
          </w:tcPr>
          <w:p w14:paraId="692754BC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789AD93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CCE580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98D1D9D" w14:textId="1C0C2F21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H/gloss 4 litres</w:t>
            </w:r>
          </w:p>
        </w:tc>
        <w:tc>
          <w:tcPr>
            <w:tcW w:w="1134" w:type="dxa"/>
          </w:tcPr>
          <w:p w14:paraId="15B60021" w14:textId="10121739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Tins</w:t>
            </w:r>
          </w:p>
        </w:tc>
        <w:tc>
          <w:tcPr>
            <w:tcW w:w="1559" w:type="dxa"/>
          </w:tcPr>
          <w:p w14:paraId="022FC1A4" w14:textId="3DC0B422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17" w:type="dxa"/>
          </w:tcPr>
          <w:p w14:paraId="7D246746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3D2A550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22CEEA7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0CC52AF" w14:textId="11599135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Acrylic 4 litres</w:t>
            </w:r>
          </w:p>
        </w:tc>
        <w:tc>
          <w:tcPr>
            <w:tcW w:w="1134" w:type="dxa"/>
          </w:tcPr>
          <w:p w14:paraId="498CF17E" w14:textId="08937446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Tins</w:t>
            </w:r>
          </w:p>
        </w:tc>
        <w:tc>
          <w:tcPr>
            <w:tcW w:w="1559" w:type="dxa"/>
          </w:tcPr>
          <w:p w14:paraId="3F195A85" w14:textId="05C1D581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17" w:type="dxa"/>
          </w:tcPr>
          <w:p w14:paraId="4AB281CC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09F50F1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D1EBC4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84E628A" w14:textId="45386FAF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Tray complete with roller and sleeve</w:t>
            </w:r>
          </w:p>
        </w:tc>
        <w:tc>
          <w:tcPr>
            <w:tcW w:w="1134" w:type="dxa"/>
          </w:tcPr>
          <w:p w14:paraId="72274C01" w14:textId="3896C90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689BB693" w14:textId="3BE34869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38B81B1E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059FD99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8FCF188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ACAC0D5" w14:textId="63183D63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4’’ paint brush</w:t>
            </w:r>
          </w:p>
        </w:tc>
        <w:tc>
          <w:tcPr>
            <w:tcW w:w="1134" w:type="dxa"/>
          </w:tcPr>
          <w:p w14:paraId="1F54575D" w14:textId="2ECDB422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01A8562B" w14:textId="24844FD3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31FE58C2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7C839B4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6C97255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9342236" w14:textId="1B0C8F86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3’’ paint brush</w:t>
            </w:r>
          </w:p>
        </w:tc>
        <w:tc>
          <w:tcPr>
            <w:tcW w:w="1134" w:type="dxa"/>
          </w:tcPr>
          <w:p w14:paraId="50114ADB" w14:textId="573AA97E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2719A36" w14:textId="00851B12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1B35DD9D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7CB9083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726533D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454042E" w14:textId="6CA7FCC2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2’’ paint brush</w:t>
            </w:r>
          </w:p>
        </w:tc>
        <w:tc>
          <w:tcPr>
            <w:tcW w:w="1134" w:type="dxa"/>
          </w:tcPr>
          <w:p w14:paraId="16313B52" w14:textId="43D5EA3F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79BD6DC3" w14:textId="008839A0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7328BBC9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0057EC6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6F39DBA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AF6CA21" w14:textId="6CC70339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1’’ paint brush</w:t>
            </w:r>
          </w:p>
        </w:tc>
        <w:tc>
          <w:tcPr>
            <w:tcW w:w="1134" w:type="dxa"/>
          </w:tcPr>
          <w:p w14:paraId="58B51A7F" w14:textId="018AFA5B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36C6510E" w14:textId="4BB31B92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71205488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7BC30AB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5892A5D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A2AE8A3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B2B6730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4B22A28F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AC32730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92684" w14:paraId="1B54572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68C2CF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F0658E4" w14:textId="10D9C58B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E72B7">
              <w:rPr>
                <w:b/>
                <w:bCs/>
                <w:lang w:val="en-GB"/>
              </w:rPr>
              <w:t>Nails, Screws &amp; Bolts</w:t>
            </w:r>
          </w:p>
        </w:tc>
        <w:tc>
          <w:tcPr>
            <w:tcW w:w="1134" w:type="dxa"/>
          </w:tcPr>
          <w:p w14:paraId="218CE691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57603F2" w14:textId="77777777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B822865" w14:textId="77777777" w:rsidR="004E72B7" w:rsidRPr="00492684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E72B7" w14:paraId="7B0D8A0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59A7034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0CF3530" w14:textId="31270CBE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E72B7">
              <w:rPr>
                <w:lang w:val="en-GB"/>
              </w:rPr>
              <w:t>4’’</w:t>
            </w:r>
            <w:r>
              <w:rPr>
                <w:lang w:val="en-GB"/>
              </w:rPr>
              <w:t xml:space="preserve"> galvanised nail </w:t>
            </w:r>
          </w:p>
        </w:tc>
        <w:tc>
          <w:tcPr>
            <w:tcW w:w="1134" w:type="dxa"/>
          </w:tcPr>
          <w:p w14:paraId="1838320E" w14:textId="49DBC026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Kg</w:t>
            </w:r>
          </w:p>
        </w:tc>
        <w:tc>
          <w:tcPr>
            <w:tcW w:w="1559" w:type="dxa"/>
          </w:tcPr>
          <w:p w14:paraId="3EE4FEBB" w14:textId="29A30393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417" w:type="dxa"/>
          </w:tcPr>
          <w:p w14:paraId="720D15E3" w14:textId="77777777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E72B7" w14:paraId="5ED6242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4BC3EFD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4C92796" w14:textId="54986365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3’’ galvanised nail</w:t>
            </w:r>
          </w:p>
        </w:tc>
        <w:tc>
          <w:tcPr>
            <w:tcW w:w="1134" w:type="dxa"/>
          </w:tcPr>
          <w:p w14:paraId="04005766" w14:textId="681AB30B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Kg</w:t>
            </w:r>
          </w:p>
        </w:tc>
        <w:tc>
          <w:tcPr>
            <w:tcW w:w="1559" w:type="dxa"/>
          </w:tcPr>
          <w:p w14:paraId="1C25967C" w14:textId="1879799F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417" w:type="dxa"/>
          </w:tcPr>
          <w:p w14:paraId="690ACFE3" w14:textId="77777777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E72B7" w14:paraId="153649D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AB0508D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90F1F99" w14:textId="096B650E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1/2’’ galvanised nail</w:t>
            </w:r>
          </w:p>
        </w:tc>
        <w:tc>
          <w:tcPr>
            <w:tcW w:w="1134" w:type="dxa"/>
          </w:tcPr>
          <w:p w14:paraId="243BD30D" w14:textId="3EC70A6B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Kg</w:t>
            </w:r>
          </w:p>
        </w:tc>
        <w:tc>
          <w:tcPr>
            <w:tcW w:w="1559" w:type="dxa"/>
          </w:tcPr>
          <w:p w14:paraId="261C627B" w14:textId="6ADAB806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417" w:type="dxa"/>
          </w:tcPr>
          <w:p w14:paraId="29FACA79" w14:textId="77777777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E72B7" w14:paraId="329E984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C6352EE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97151E5" w14:textId="03555582" w:rsid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FF5F54">
              <w:rPr>
                <w:lang w:val="en-GB"/>
              </w:rPr>
              <w:t>’’</w:t>
            </w:r>
            <w:r>
              <w:rPr>
                <w:lang w:val="en-GB"/>
              </w:rPr>
              <w:t xml:space="preserve"> galvanised </w:t>
            </w:r>
            <w:r w:rsidR="00C45E14">
              <w:rPr>
                <w:lang w:val="en-GB"/>
              </w:rPr>
              <w:t xml:space="preserve">nail </w:t>
            </w:r>
            <w:r>
              <w:rPr>
                <w:lang w:val="en-GB"/>
              </w:rPr>
              <w:t>flat head</w:t>
            </w:r>
          </w:p>
        </w:tc>
        <w:tc>
          <w:tcPr>
            <w:tcW w:w="1134" w:type="dxa"/>
          </w:tcPr>
          <w:p w14:paraId="3B5FAB70" w14:textId="30BF79E7" w:rsidR="004E72B7" w:rsidRDefault="00C45E1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Kg</w:t>
            </w:r>
          </w:p>
        </w:tc>
        <w:tc>
          <w:tcPr>
            <w:tcW w:w="1559" w:type="dxa"/>
          </w:tcPr>
          <w:p w14:paraId="6040BB15" w14:textId="4695E8F2" w:rsidR="004E72B7" w:rsidRDefault="00C45E1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417" w:type="dxa"/>
          </w:tcPr>
          <w:p w14:paraId="2E55F4D7" w14:textId="77777777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E72B7" w:rsidRPr="004E72B7" w14:paraId="678E3AA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C761D83" w14:textId="77777777" w:rsidR="004E72B7" w:rsidRPr="004E72B7" w:rsidRDefault="004E72B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A5717EA" w14:textId="4ED85BA4" w:rsidR="004E72B7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½’’ twisted roof nail </w:t>
            </w:r>
          </w:p>
        </w:tc>
        <w:tc>
          <w:tcPr>
            <w:tcW w:w="1134" w:type="dxa"/>
          </w:tcPr>
          <w:p w14:paraId="4A3D2015" w14:textId="7355B668" w:rsidR="004E72B7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Kg</w:t>
            </w:r>
          </w:p>
        </w:tc>
        <w:tc>
          <w:tcPr>
            <w:tcW w:w="1559" w:type="dxa"/>
          </w:tcPr>
          <w:p w14:paraId="2604A8B0" w14:textId="5103ABD0" w:rsidR="004E72B7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417" w:type="dxa"/>
          </w:tcPr>
          <w:p w14:paraId="1BC8205C" w14:textId="77777777" w:rsidR="004E72B7" w:rsidRPr="004E72B7" w:rsidRDefault="004E72B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F5F54" w:rsidRPr="004E72B7" w14:paraId="4A35C85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BC74668" w14:textId="77777777" w:rsidR="00FF5F54" w:rsidRPr="004E72B7" w:rsidRDefault="00FF5F5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6E4D4DB" w14:textId="465FC4D2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12mm dia. Bolt and nuts </w:t>
            </w:r>
          </w:p>
        </w:tc>
        <w:tc>
          <w:tcPr>
            <w:tcW w:w="1134" w:type="dxa"/>
          </w:tcPr>
          <w:p w14:paraId="63C69D90" w14:textId="73F027D4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55978C81" w14:textId="0A7522C0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417" w:type="dxa"/>
          </w:tcPr>
          <w:p w14:paraId="31F61FFC" w14:textId="77777777" w:rsidR="00FF5F54" w:rsidRPr="004E72B7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F5F54" w:rsidRPr="004E72B7" w14:paraId="18B5D8B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D0A6274" w14:textId="77777777" w:rsidR="00FF5F54" w:rsidRPr="004E72B7" w:rsidRDefault="00FF5F5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26FCFE9" w14:textId="5471113F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2687FA55" w14:textId="77777777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499B5CCE" w14:textId="77777777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8442114" w14:textId="77777777" w:rsidR="00FF5F54" w:rsidRPr="004E72B7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F5F54" w:rsidRPr="004E72B7" w14:paraId="6300387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E239E54" w14:textId="77777777" w:rsidR="00FF5F54" w:rsidRPr="004E72B7" w:rsidRDefault="00FF5F5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77DDC7F" w14:textId="3BBDD07D" w:rsidR="00FF5F54" w:rsidRP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FF5F54">
              <w:rPr>
                <w:b/>
                <w:bCs/>
                <w:lang w:val="en-GB"/>
              </w:rPr>
              <w:t>Exterior Element</w:t>
            </w:r>
          </w:p>
        </w:tc>
        <w:tc>
          <w:tcPr>
            <w:tcW w:w="1134" w:type="dxa"/>
          </w:tcPr>
          <w:p w14:paraId="6280E833" w14:textId="77777777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658D43B" w14:textId="77777777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8D29DE6" w14:textId="77777777" w:rsidR="00FF5F54" w:rsidRPr="004E72B7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F5F54" w:rsidRPr="004E72B7" w14:paraId="23D2934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F199C6E" w14:textId="77777777" w:rsidR="00FF5F54" w:rsidRPr="004E72B7" w:rsidRDefault="00FF5F5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49314AF" w14:textId="6D6CB068" w:rsidR="00FF5F54" w:rsidRP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FF5F54">
              <w:rPr>
                <w:b/>
                <w:bCs/>
                <w:lang w:val="en-GB"/>
              </w:rPr>
              <w:t>Water Services</w:t>
            </w:r>
          </w:p>
        </w:tc>
        <w:tc>
          <w:tcPr>
            <w:tcW w:w="1134" w:type="dxa"/>
          </w:tcPr>
          <w:p w14:paraId="598D46A1" w14:textId="77777777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BDB6C27" w14:textId="77777777" w:rsidR="00FF5F54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BD0C997" w14:textId="77777777" w:rsidR="00FF5F54" w:rsidRPr="004E72B7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FF5F54" w:rsidRPr="004E72B7" w14:paraId="53E39AA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A0E5449" w14:textId="77777777" w:rsidR="00FF5F54" w:rsidRPr="004E72B7" w:rsidRDefault="00FF5F54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2C46549" w14:textId="07D6A95E" w:rsidR="00FF5F54" w:rsidRPr="00FF5F54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Water tank 5000 litres </w:t>
            </w:r>
          </w:p>
        </w:tc>
        <w:tc>
          <w:tcPr>
            <w:tcW w:w="1134" w:type="dxa"/>
          </w:tcPr>
          <w:p w14:paraId="736E8984" w14:textId="5A3F63F3" w:rsidR="00FF5F54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729E91A6" w14:textId="4CEA4E4C" w:rsidR="00FF5F54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8468185" w14:textId="77777777" w:rsidR="00FF5F54" w:rsidRPr="004E72B7" w:rsidRDefault="00FF5F54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4879C9A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21155B8" w14:textId="69DEED3B" w:rsidR="006813C7" w:rsidRPr="004E72B7" w:rsidRDefault="006813C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E12352E" w14:textId="45506F26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Polythene tank 1200 litres</w:t>
            </w:r>
          </w:p>
        </w:tc>
        <w:tc>
          <w:tcPr>
            <w:tcW w:w="1134" w:type="dxa"/>
          </w:tcPr>
          <w:p w14:paraId="7B8F0E88" w14:textId="3E4772AA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3A2D7C08" w14:textId="5606AE16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DFC05DC" w14:textId="77777777" w:rsidR="006813C7" w:rsidRPr="004E72B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3932D4F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33D7C36" w14:textId="77777777" w:rsidR="006813C7" w:rsidRPr="004E72B7" w:rsidRDefault="006813C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8D31EE0" w14:textId="7E5451C7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Solvent cement 500g</w:t>
            </w:r>
          </w:p>
        </w:tc>
        <w:tc>
          <w:tcPr>
            <w:tcW w:w="1134" w:type="dxa"/>
          </w:tcPr>
          <w:p w14:paraId="76544991" w14:textId="6CA1BB34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1A9749D9" w14:textId="4025B163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8F8BB36" w14:textId="77777777" w:rsidR="006813C7" w:rsidRPr="004E72B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6868CE0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EE14573" w14:textId="77777777" w:rsidR="006813C7" w:rsidRPr="004E72B7" w:rsidRDefault="006813C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33249FB" w14:textId="77777777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B4D101A" w14:textId="77777777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66FA131" w14:textId="77777777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387B648" w14:textId="77777777" w:rsidR="006813C7" w:rsidRPr="004E72B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358B3E4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350304" w14:textId="77777777" w:rsidR="006813C7" w:rsidRPr="004E72B7" w:rsidRDefault="006813C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9C188F1" w14:textId="41C09844" w:rsidR="006813C7" w:rsidRPr="000F67E2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0F67E2">
              <w:rPr>
                <w:b/>
                <w:bCs/>
                <w:lang w:val="en-GB"/>
              </w:rPr>
              <w:t xml:space="preserve">Rainwater tanks/ Header tank </w:t>
            </w:r>
          </w:p>
        </w:tc>
        <w:tc>
          <w:tcPr>
            <w:tcW w:w="1134" w:type="dxa"/>
          </w:tcPr>
          <w:p w14:paraId="20AF733F" w14:textId="77777777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5E50EBC" w14:textId="77777777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F72E36A" w14:textId="77777777" w:rsidR="006813C7" w:rsidRPr="004E72B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4AF0161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F7F3872" w14:textId="77777777" w:rsidR="006813C7" w:rsidRPr="004E72B7" w:rsidRDefault="006813C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EA52130" w14:textId="5557CBE4" w:rsidR="006813C7" w:rsidRPr="000F67E2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0F67E2">
              <w:rPr>
                <w:b/>
                <w:bCs/>
                <w:lang w:val="en-GB"/>
              </w:rPr>
              <w:t xml:space="preserve">Rainwater Concrete Base </w:t>
            </w:r>
          </w:p>
        </w:tc>
        <w:tc>
          <w:tcPr>
            <w:tcW w:w="1134" w:type="dxa"/>
          </w:tcPr>
          <w:p w14:paraId="4FF71BFB" w14:textId="77777777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5F95B9A" w14:textId="77777777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A3C009B" w14:textId="77777777" w:rsidR="006813C7" w:rsidRPr="004E72B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10797E0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4BFDC5A" w14:textId="77777777" w:rsidR="006813C7" w:rsidRPr="004E72B7" w:rsidRDefault="006813C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F75319A" w14:textId="14234781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40kg</w:t>
            </w:r>
          </w:p>
        </w:tc>
        <w:tc>
          <w:tcPr>
            <w:tcW w:w="1134" w:type="dxa"/>
          </w:tcPr>
          <w:p w14:paraId="6DFCB0AB" w14:textId="01681679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12127427" w14:textId="647EE228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417" w:type="dxa"/>
          </w:tcPr>
          <w:p w14:paraId="68FEC286" w14:textId="77777777" w:rsidR="006813C7" w:rsidRPr="004E72B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3E5F01B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788604F" w14:textId="77777777" w:rsidR="006813C7" w:rsidRPr="004E72B7" w:rsidRDefault="006813C7" w:rsidP="004640A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5E38A52" w14:textId="7AD4A5E0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for brick manufacture</w:t>
            </w:r>
          </w:p>
        </w:tc>
        <w:tc>
          <w:tcPr>
            <w:tcW w:w="1134" w:type="dxa"/>
          </w:tcPr>
          <w:p w14:paraId="253E3A8A" w14:textId="0994F59F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Bags </w:t>
            </w:r>
          </w:p>
        </w:tc>
        <w:tc>
          <w:tcPr>
            <w:tcW w:w="1559" w:type="dxa"/>
          </w:tcPr>
          <w:p w14:paraId="5F58964C" w14:textId="329F8F5B" w:rsidR="006813C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648ADD77" w14:textId="77777777" w:rsidR="006813C7" w:rsidRPr="004E72B7" w:rsidRDefault="006813C7" w:rsidP="0046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6471D51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C7D34F3" w14:textId="77777777" w:rsidR="006813C7" w:rsidRPr="004E72B7" w:rsidRDefault="006813C7" w:rsidP="006813C7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A6538F9" w14:textId="038BB6F2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6m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 xml:space="preserve">2.4m/sheet </w:t>
            </w:r>
          </w:p>
        </w:tc>
        <w:tc>
          <w:tcPr>
            <w:tcW w:w="1134" w:type="dxa"/>
          </w:tcPr>
          <w:p w14:paraId="18479B7A" w14:textId="024DFE02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0E2443E8" w14:textId="05163978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204DD1AE" w14:textId="77777777" w:rsidR="006813C7" w:rsidRPr="004E72B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5E18159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80DF97" w14:textId="77777777" w:rsidR="006813C7" w:rsidRPr="004E72B7" w:rsidRDefault="006813C7" w:rsidP="006813C7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50E85F0" w14:textId="14B0D74B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12mm diameter 6m</w:t>
            </w:r>
          </w:p>
        </w:tc>
        <w:tc>
          <w:tcPr>
            <w:tcW w:w="1134" w:type="dxa"/>
          </w:tcPr>
          <w:p w14:paraId="0935191D" w14:textId="4BF2D761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5511279B" w14:textId="7976D33B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0E293662" w14:textId="77777777" w:rsidR="006813C7" w:rsidRPr="004E72B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64F5F2B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1203AF4" w14:textId="77777777" w:rsidR="006813C7" w:rsidRPr="004E72B7" w:rsidRDefault="006813C7" w:rsidP="006813C7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C827F7A" w14:textId="4FDB6A4A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6mm diameter 6m</w:t>
            </w:r>
          </w:p>
        </w:tc>
        <w:tc>
          <w:tcPr>
            <w:tcW w:w="1134" w:type="dxa"/>
          </w:tcPr>
          <w:p w14:paraId="7561472E" w14:textId="05E7B203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2FF4A413" w14:textId="24A4E10D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57474A30" w14:textId="77777777" w:rsidR="006813C7" w:rsidRPr="004E72B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63C612F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68B5889" w14:textId="77777777" w:rsidR="006813C7" w:rsidRPr="004E72B7" w:rsidRDefault="006813C7" w:rsidP="006813C7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AD06320" w14:textId="48D0CEEB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Tie wire </w:t>
            </w:r>
          </w:p>
        </w:tc>
        <w:tc>
          <w:tcPr>
            <w:tcW w:w="1134" w:type="dxa"/>
          </w:tcPr>
          <w:p w14:paraId="677796EB" w14:textId="1E4EBBD3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71E59C78" w14:textId="4D8845EC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0B0A567" w14:textId="77777777" w:rsidR="006813C7" w:rsidRPr="004E72B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6813C7" w:rsidRPr="004E72B7" w14:paraId="0BA2DA3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DAD8E8E" w14:textId="77777777" w:rsidR="006813C7" w:rsidRPr="004E72B7" w:rsidRDefault="006813C7" w:rsidP="006813C7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642C68F" w14:textId="0D3C7765" w:rsidR="006813C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Fine aggregate</w:t>
            </w:r>
          </w:p>
        </w:tc>
        <w:tc>
          <w:tcPr>
            <w:tcW w:w="1134" w:type="dxa"/>
          </w:tcPr>
          <w:p w14:paraId="2AC84826" w14:textId="56211253" w:rsidR="006813C7" w:rsidRDefault="001979C8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6084985E" w14:textId="68E2ACD6" w:rsidR="006813C7" w:rsidRDefault="001979C8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59D641B0" w14:textId="77777777" w:rsidR="006813C7" w:rsidRPr="004E72B7" w:rsidRDefault="006813C7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7E2A7F7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AE2BC1F" w14:textId="77777777" w:rsidR="001979C8" w:rsidRPr="004E72B7" w:rsidRDefault="001979C8" w:rsidP="006813C7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757B5E6" w14:textId="5C06413A" w:rsidR="001979C8" w:rsidRDefault="001979C8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Coarse aggregate</w:t>
            </w:r>
          </w:p>
        </w:tc>
        <w:tc>
          <w:tcPr>
            <w:tcW w:w="1134" w:type="dxa"/>
          </w:tcPr>
          <w:p w14:paraId="4AE9FAB7" w14:textId="56E6E2A3" w:rsidR="001979C8" w:rsidRDefault="001979C8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0D44273C" w14:textId="7291646C" w:rsidR="001979C8" w:rsidRDefault="001979C8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0AA1D9BB" w14:textId="77777777" w:rsidR="001979C8" w:rsidRPr="004E72B7" w:rsidRDefault="001979C8" w:rsidP="006813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4FCC337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86D80EF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BF81E13" w14:textId="5D17F5C6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>25mm timber formwork</w:t>
            </w:r>
          </w:p>
        </w:tc>
        <w:tc>
          <w:tcPr>
            <w:tcW w:w="1134" w:type="dxa"/>
          </w:tcPr>
          <w:p w14:paraId="58A6A328" w14:textId="471937AE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0BCE10B9" w14:textId="2D79F803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B643EDA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4E81BD0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C4A2269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3171A18" w14:textId="660AA1B6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>50mm formwork frames</w:t>
            </w:r>
          </w:p>
        </w:tc>
        <w:tc>
          <w:tcPr>
            <w:tcW w:w="1134" w:type="dxa"/>
          </w:tcPr>
          <w:p w14:paraId="6850DF9C" w14:textId="2DDADCD0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019F5C29" w14:textId="4055F42D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599F475E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7001294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0DE2806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5B23A4F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1173B128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E6017D0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77E3697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2BA670F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755DB13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3C25812" w14:textId="25FB4E8B" w:rsidR="001979C8" w:rsidRPr="0023682E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23682E">
              <w:rPr>
                <w:b/>
                <w:bCs/>
                <w:lang w:val="en-GB"/>
              </w:rPr>
              <w:t>Overhead tank Stand</w:t>
            </w:r>
          </w:p>
        </w:tc>
        <w:tc>
          <w:tcPr>
            <w:tcW w:w="1134" w:type="dxa"/>
          </w:tcPr>
          <w:p w14:paraId="41B9813B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49F9459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90ABA9F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5F9A2A5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D7BDD4A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3E5579F" w14:textId="00B9729B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40 kg</w:t>
            </w:r>
          </w:p>
        </w:tc>
        <w:tc>
          <w:tcPr>
            <w:tcW w:w="1134" w:type="dxa"/>
          </w:tcPr>
          <w:p w14:paraId="605F2C6D" w14:textId="44720DD9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3E383E3E" w14:textId="57CF94C8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1417" w:type="dxa"/>
          </w:tcPr>
          <w:p w14:paraId="0EB8B8E7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672ECAC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4ECFC8C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2A1741B" w14:textId="4B878779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for brick manufacture</w:t>
            </w:r>
          </w:p>
        </w:tc>
        <w:tc>
          <w:tcPr>
            <w:tcW w:w="1134" w:type="dxa"/>
          </w:tcPr>
          <w:p w14:paraId="46F0035B" w14:textId="25ED756D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Bags </w:t>
            </w:r>
          </w:p>
        </w:tc>
        <w:tc>
          <w:tcPr>
            <w:tcW w:w="1559" w:type="dxa"/>
          </w:tcPr>
          <w:p w14:paraId="00BD81D8" w14:textId="21BE9B29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012AEF66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5F460D8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5FAF730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7E9CA53" w14:textId="4EF15360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6m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>2.4m/sheet</w:t>
            </w:r>
          </w:p>
        </w:tc>
        <w:tc>
          <w:tcPr>
            <w:tcW w:w="1134" w:type="dxa"/>
          </w:tcPr>
          <w:p w14:paraId="6F039C7B" w14:textId="129262BC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7896FBB6" w14:textId="6CE97463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53437E03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4171AC9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A7B37C4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4170B5D" w14:textId="59F068A4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12mm diameter 6m</w:t>
            </w:r>
          </w:p>
        </w:tc>
        <w:tc>
          <w:tcPr>
            <w:tcW w:w="1134" w:type="dxa"/>
          </w:tcPr>
          <w:p w14:paraId="031B98E6" w14:textId="67A09229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54C5662D" w14:textId="16140AE9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33EDB626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6C4BC0B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5E66715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30D7F99" w14:textId="3CC0BDE8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fine aggregate</w:t>
            </w:r>
          </w:p>
        </w:tc>
        <w:tc>
          <w:tcPr>
            <w:tcW w:w="1134" w:type="dxa"/>
          </w:tcPr>
          <w:p w14:paraId="47E4EACC" w14:textId="58DE43B4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34106243" w14:textId="61D82848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396691F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1CBCDCA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0CA93FE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69C4940" w14:textId="768B25CF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Coarse aggregate</w:t>
            </w:r>
          </w:p>
        </w:tc>
        <w:tc>
          <w:tcPr>
            <w:tcW w:w="1134" w:type="dxa"/>
          </w:tcPr>
          <w:p w14:paraId="34B2C4CA" w14:textId="0F993999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49343720" w14:textId="45C7CD8F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733393E0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6C439C2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14D8C5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ECCC713" w14:textId="66C90F3A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>25mm timber formwork</w:t>
            </w:r>
          </w:p>
        </w:tc>
        <w:tc>
          <w:tcPr>
            <w:tcW w:w="1134" w:type="dxa"/>
          </w:tcPr>
          <w:p w14:paraId="30FDDEA6" w14:textId="531DDC16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1653495E" w14:textId="3B9121F1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1432646E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10D6F15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913741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3019959" w14:textId="444084DE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Formwork plasply boarding</w:t>
            </w:r>
          </w:p>
        </w:tc>
        <w:tc>
          <w:tcPr>
            <w:tcW w:w="1134" w:type="dxa"/>
          </w:tcPr>
          <w:p w14:paraId="3F64B1EA" w14:textId="20A88952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150A3BE5" w14:textId="73FA5C4D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417" w:type="dxa"/>
          </w:tcPr>
          <w:p w14:paraId="44A88A85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78B4F922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C57FB18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648B244" w14:textId="508EA2A1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>50mm formwork frames</w:t>
            </w:r>
          </w:p>
        </w:tc>
        <w:tc>
          <w:tcPr>
            <w:tcW w:w="1134" w:type="dxa"/>
          </w:tcPr>
          <w:p w14:paraId="3DEBBFEF" w14:textId="6F7FCD9C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182EF683" w14:textId="14FFBC0E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5CB3CC64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5F2099B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58EB8F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3518DD7" w14:textId="38B1033F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Davey water pumb</w:t>
            </w:r>
          </w:p>
        </w:tc>
        <w:tc>
          <w:tcPr>
            <w:tcW w:w="1134" w:type="dxa"/>
          </w:tcPr>
          <w:p w14:paraId="0ABB3020" w14:textId="573A4A9C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1559" w:type="dxa"/>
          </w:tcPr>
          <w:p w14:paraId="4A31E5E2" w14:textId="724D2234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74CFA05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459EF88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801DB63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A4A3704" w14:textId="704EA1A3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Concrete for precast concrete well ring size: 1200mm dia 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 xml:space="preserve"> 700mm high</w:t>
            </w:r>
          </w:p>
        </w:tc>
        <w:tc>
          <w:tcPr>
            <w:tcW w:w="1134" w:type="dxa"/>
          </w:tcPr>
          <w:p w14:paraId="5C2D43F5" w14:textId="04FD94DF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4F94EDFD" w14:textId="0F44EBB5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17" w:type="dxa"/>
          </w:tcPr>
          <w:p w14:paraId="1F7AD08A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6A75D87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7C0974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0836A34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C8E162C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31F56230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DC49ADD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2D56D368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12A0CB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4AF4211" w14:textId="4275AFA0" w:rsidR="001979C8" w:rsidRPr="0023682E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23682E">
              <w:rPr>
                <w:b/>
                <w:bCs/>
                <w:lang w:val="en-GB"/>
              </w:rPr>
              <w:t>Septic Tank and Soakaway Pit</w:t>
            </w:r>
          </w:p>
        </w:tc>
        <w:tc>
          <w:tcPr>
            <w:tcW w:w="1134" w:type="dxa"/>
          </w:tcPr>
          <w:p w14:paraId="32867A77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C14FD78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C4CE76A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69E591F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E7342D0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6D6CE8C" w14:textId="1C68B2FC" w:rsidR="001979C8" w:rsidRPr="0023682E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23682E">
              <w:rPr>
                <w:b/>
                <w:bCs/>
                <w:lang w:val="en-GB"/>
              </w:rPr>
              <w:t>Septic Tank</w:t>
            </w:r>
          </w:p>
        </w:tc>
        <w:tc>
          <w:tcPr>
            <w:tcW w:w="1134" w:type="dxa"/>
          </w:tcPr>
          <w:p w14:paraId="29BEB869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4B56F2F" w14:textId="7777777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F772C27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0BC38F07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68CC685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1A8B40F" w14:textId="398EC2A6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40kg</w:t>
            </w:r>
          </w:p>
        </w:tc>
        <w:tc>
          <w:tcPr>
            <w:tcW w:w="1134" w:type="dxa"/>
          </w:tcPr>
          <w:p w14:paraId="501071D3" w14:textId="2349EDF2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Bags </w:t>
            </w:r>
          </w:p>
        </w:tc>
        <w:tc>
          <w:tcPr>
            <w:tcW w:w="1559" w:type="dxa"/>
          </w:tcPr>
          <w:p w14:paraId="21EB8558" w14:textId="5D45D5FB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417" w:type="dxa"/>
          </w:tcPr>
          <w:p w14:paraId="636744B4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012A005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B8E42D8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BA71AC7" w14:textId="3D9DB5C7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for brick manufacture</w:t>
            </w:r>
          </w:p>
        </w:tc>
        <w:tc>
          <w:tcPr>
            <w:tcW w:w="1134" w:type="dxa"/>
          </w:tcPr>
          <w:p w14:paraId="04BB3AFC" w14:textId="23D0A3DF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1DD27E3C" w14:textId="18222695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417" w:type="dxa"/>
          </w:tcPr>
          <w:p w14:paraId="2F418F7A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419BBD0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68591AE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D329EEB" w14:textId="61637522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6m2.4m/sheet</w:t>
            </w:r>
          </w:p>
        </w:tc>
        <w:tc>
          <w:tcPr>
            <w:tcW w:w="1134" w:type="dxa"/>
          </w:tcPr>
          <w:p w14:paraId="7A078DFC" w14:textId="1B6B3956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0EDEFCFA" w14:textId="7667E66E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1B9BC330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0C162C6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50BD322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1AF662A" w14:textId="5BB3F544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16mm diameter 6m</w:t>
            </w:r>
          </w:p>
        </w:tc>
        <w:tc>
          <w:tcPr>
            <w:tcW w:w="1134" w:type="dxa"/>
          </w:tcPr>
          <w:p w14:paraId="30EF368B" w14:textId="1091A6E8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640C51CE" w14:textId="6D06A91C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417" w:type="dxa"/>
          </w:tcPr>
          <w:p w14:paraId="47AB2779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3B249BF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697F952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F448825" w14:textId="77FCADDC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12mm diameter 6m</w:t>
            </w:r>
          </w:p>
        </w:tc>
        <w:tc>
          <w:tcPr>
            <w:tcW w:w="1134" w:type="dxa"/>
          </w:tcPr>
          <w:p w14:paraId="1327C69D" w14:textId="704348BF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Length </w:t>
            </w:r>
          </w:p>
        </w:tc>
        <w:tc>
          <w:tcPr>
            <w:tcW w:w="1559" w:type="dxa"/>
          </w:tcPr>
          <w:p w14:paraId="77FB4056" w14:textId="2E50CF31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417" w:type="dxa"/>
          </w:tcPr>
          <w:p w14:paraId="7CE01222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0436BD8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C3758AE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252020D" w14:textId="4DF981FD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6mm diameter 6m</w:t>
            </w:r>
          </w:p>
        </w:tc>
        <w:tc>
          <w:tcPr>
            <w:tcW w:w="1134" w:type="dxa"/>
          </w:tcPr>
          <w:p w14:paraId="3F25637F" w14:textId="50E693D2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1866D083" w14:textId="38C1B070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B59EF1B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979C8" w:rsidRPr="004E72B7" w14:paraId="5013335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332AC1" w14:textId="77777777" w:rsidR="001979C8" w:rsidRPr="004E72B7" w:rsidRDefault="001979C8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6FC0868" w14:textId="74DE582C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Fine aggregate</w:t>
            </w:r>
          </w:p>
        </w:tc>
        <w:tc>
          <w:tcPr>
            <w:tcW w:w="1134" w:type="dxa"/>
          </w:tcPr>
          <w:p w14:paraId="2DDB438A" w14:textId="1876098E" w:rsidR="001979C8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4FBAE318" w14:textId="43844068" w:rsidR="001979C8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4FA6E104" w14:textId="77777777" w:rsidR="001979C8" w:rsidRPr="004E72B7" w:rsidRDefault="001979C8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0DF14C0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66F7215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C7860A0" w14:textId="6FD05C40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Coarse aggregate</w:t>
            </w:r>
          </w:p>
        </w:tc>
        <w:tc>
          <w:tcPr>
            <w:tcW w:w="1134" w:type="dxa"/>
          </w:tcPr>
          <w:p w14:paraId="711FC186" w14:textId="42647AA3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6A5024FE" w14:textId="71BCF0AC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1FA81318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7091200A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64FCBD0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E4ABF9B" w14:textId="53D61ADB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>25mm timber formwork</w:t>
            </w:r>
          </w:p>
        </w:tc>
        <w:tc>
          <w:tcPr>
            <w:tcW w:w="1134" w:type="dxa"/>
          </w:tcPr>
          <w:p w14:paraId="74A57D5D" w14:textId="35426B11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0BC753BF" w14:textId="50124C48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78E47CB5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0DA9E8B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39FD49F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5AC9847" w14:textId="1689374A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Formwork plasply boarding </w:t>
            </w:r>
          </w:p>
        </w:tc>
        <w:tc>
          <w:tcPr>
            <w:tcW w:w="1134" w:type="dxa"/>
          </w:tcPr>
          <w:p w14:paraId="695A9E54" w14:textId="20F077EC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Sht </w:t>
            </w:r>
          </w:p>
        </w:tc>
        <w:tc>
          <w:tcPr>
            <w:tcW w:w="1559" w:type="dxa"/>
          </w:tcPr>
          <w:p w14:paraId="5478E1BE" w14:textId="4435627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17" w:type="dxa"/>
          </w:tcPr>
          <w:p w14:paraId="3C791F13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39AD106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E144765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B03B5FF" w14:textId="3B5209DE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>50mm formwork frames</w:t>
            </w:r>
          </w:p>
        </w:tc>
        <w:tc>
          <w:tcPr>
            <w:tcW w:w="1134" w:type="dxa"/>
          </w:tcPr>
          <w:p w14:paraId="1869DC58" w14:textId="47637AE5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3036D43E" w14:textId="4E6E79BC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427911CF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2DD19645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5D7153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0D15604" w14:textId="7777777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09DDC1A1" w14:textId="7777777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B59FFBA" w14:textId="7777777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6B44BEC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05841EA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5023A04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178B219" w14:textId="68F27A55" w:rsidR="00C071E9" w:rsidRPr="0023682E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23682E">
              <w:rPr>
                <w:b/>
                <w:bCs/>
                <w:lang w:val="en-GB"/>
              </w:rPr>
              <w:t>Soakaway Pit</w:t>
            </w:r>
          </w:p>
        </w:tc>
        <w:tc>
          <w:tcPr>
            <w:tcW w:w="1134" w:type="dxa"/>
          </w:tcPr>
          <w:p w14:paraId="3E5552A8" w14:textId="7777777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6A50CE52" w14:textId="7777777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9081115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1CFDA4FB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DF591CF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0E786CA" w14:textId="78B3B890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40kg</w:t>
            </w:r>
          </w:p>
        </w:tc>
        <w:tc>
          <w:tcPr>
            <w:tcW w:w="1134" w:type="dxa"/>
          </w:tcPr>
          <w:p w14:paraId="7D2AF65B" w14:textId="0015A0FB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7439EE60" w14:textId="59263A92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417" w:type="dxa"/>
          </w:tcPr>
          <w:p w14:paraId="6D7AD9AD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462DB62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F05FF48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41F553C" w14:textId="2FE8B013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Cement for brick manufacture</w:t>
            </w:r>
          </w:p>
        </w:tc>
        <w:tc>
          <w:tcPr>
            <w:tcW w:w="1134" w:type="dxa"/>
          </w:tcPr>
          <w:p w14:paraId="41159DBD" w14:textId="6B45CCFA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Bags</w:t>
            </w:r>
          </w:p>
        </w:tc>
        <w:tc>
          <w:tcPr>
            <w:tcW w:w="1559" w:type="dxa"/>
          </w:tcPr>
          <w:p w14:paraId="75512550" w14:textId="6FD57DD1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45115D1B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5B8732B4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33DFFB1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3C8707F0" w14:textId="7017EE3E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6m</w:t>
            </w:r>
            <w:r w:rsidRPr="004640A4">
              <w:rPr>
                <w:lang w:val="en-GB"/>
              </w:rPr>
              <w:t>x</w:t>
            </w:r>
            <w:r>
              <w:rPr>
                <w:lang w:val="en-GB"/>
              </w:rPr>
              <w:t>2.4m/sheet</w:t>
            </w:r>
          </w:p>
        </w:tc>
        <w:tc>
          <w:tcPr>
            <w:tcW w:w="1134" w:type="dxa"/>
          </w:tcPr>
          <w:p w14:paraId="2348457A" w14:textId="2871910D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Sht</w:t>
            </w:r>
          </w:p>
        </w:tc>
        <w:tc>
          <w:tcPr>
            <w:tcW w:w="1559" w:type="dxa"/>
          </w:tcPr>
          <w:p w14:paraId="269E1125" w14:textId="27D661BC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19047848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459A8206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32009F9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6F2B6913" w14:textId="04EDAE24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Fine aggregate </w:t>
            </w:r>
          </w:p>
        </w:tc>
        <w:tc>
          <w:tcPr>
            <w:tcW w:w="1134" w:type="dxa"/>
          </w:tcPr>
          <w:p w14:paraId="6F6AFE84" w14:textId="5F5725C6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76B2F2E1" w14:textId="10AC08FF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4A1C955A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5F7EA871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0A87D40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AD9D5D1" w14:textId="04F9F2B6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Coarse aggregate</w:t>
            </w:r>
          </w:p>
        </w:tc>
        <w:tc>
          <w:tcPr>
            <w:tcW w:w="1134" w:type="dxa"/>
          </w:tcPr>
          <w:p w14:paraId="21EC9D67" w14:textId="139EB1A1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M3</w:t>
            </w:r>
          </w:p>
        </w:tc>
        <w:tc>
          <w:tcPr>
            <w:tcW w:w="1559" w:type="dxa"/>
          </w:tcPr>
          <w:p w14:paraId="0D5F302B" w14:textId="4A11192C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17C79A7F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680D3CC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142166A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F62C07E" w14:textId="332ACCED" w:rsidR="00C071E9" w:rsidRPr="0023682E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23682E">
              <w:rPr>
                <w:b/>
                <w:bCs/>
                <w:lang w:val="en-GB"/>
              </w:rPr>
              <w:t>Drainage</w:t>
            </w:r>
          </w:p>
        </w:tc>
        <w:tc>
          <w:tcPr>
            <w:tcW w:w="1134" w:type="dxa"/>
          </w:tcPr>
          <w:p w14:paraId="2A7F6F67" w14:textId="7777777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5E17CC9" w14:textId="7777777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67D17F7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071E9" w:rsidRPr="004E72B7" w14:paraId="6F24734F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5FCA58" w14:textId="77777777" w:rsidR="00C071E9" w:rsidRPr="004E72B7" w:rsidRDefault="00C071E9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BE2709B" w14:textId="2498733D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40mm dia pvc pipe 6m in length for drainage</w:t>
            </w:r>
          </w:p>
        </w:tc>
        <w:tc>
          <w:tcPr>
            <w:tcW w:w="1134" w:type="dxa"/>
          </w:tcPr>
          <w:p w14:paraId="5906AD98" w14:textId="2D2C4A17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703E7E67" w14:textId="17232FB2" w:rsidR="00C071E9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28841B9F" w14:textId="77777777" w:rsidR="00C071E9" w:rsidRPr="004E72B7" w:rsidRDefault="00C071E9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7966" w:rsidRPr="004E72B7" w14:paraId="240C586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A9C4115" w14:textId="77777777" w:rsidR="00D27966" w:rsidRPr="004E72B7" w:rsidRDefault="00D27966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17799654" w14:textId="6D97B761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40mm diameter pvc pipe bend</w:t>
            </w:r>
          </w:p>
        </w:tc>
        <w:tc>
          <w:tcPr>
            <w:tcW w:w="1134" w:type="dxa"/>
          </w:tcPr>
          <w:p w14:paraId="2E88C3DF" w14:textId="65D79FCF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4FCF140F" w14:textId="64821BCF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17" w:type="dxa"/>
          </w:tcPr>
          <w:p w14:paraId="56415951" w14:textId="77777777" w:rsidR="00D27966" w:rsidRPr="004E72B7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7966" w:rsidRPr="004E72B7" w14:paraId="489F0D3D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F411677" w14:textId="77777777" w:rsidR="00D27966" w:rsidRPr="004E72B7" w:rsidRDefault="00D27966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F07AD71" w14:textId="3BE5DE39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40mm diameter pvc tee</w:t>
            </w:r>
          </w:p>
        </w:tc>
        <w:tc>
          <w:tcPr>
            <w:tcW w:w="1134" w:type="dxa"/>
          </w:tcPr>
          <w:p w14:paraId="4495BC90" w14:textId="69577020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3F6FCB76" w14:textId="5A756CB1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3EDD3DF7" w14:textId="77777777" w:rsidR="00D27966" w:rsidRPr="004E72B7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7966" w:rsidRPr="004E72B7" w14:paraId="6DE9A11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A6B4F55" w14:textId="77777777" w:rsidR="00D27966" w:rsidRPr="004E72B7" w:rsidRDefault="00D27966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1CF3197" w14:textId="0D3CACCE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 pvc pipe 6m in length for drainage</w:t>
            </w:r>
          </w:p>
        </w:tc>
        <w:tc>
          <w:tcPr>
            <w:tcW w:w="1134" w:type="dxa"/>
          </w:tcPr>
          <w:p w14:paraId="34AE5329" w14:textId="485504B0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Length</w:t>
            </w:r>
          </w:p>
        </w:tc>
        <w:tc>
          <w:tcPr>
            <w:tcW w:w="1559" w:type="dxa"/>
          </w:tcPr>
          <w:p w14:paraId="1EB9158D" w14:textId="00A1C17D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17" w:type="dxa"/>
          </w:tcPr>
          <w:p w14:paraId="3D7C8AE7" w14:textId="77777777" w:rsidR="00D27966" w:rsidRPr="004E72B7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7966" w:rsidRPr="004E72B7" w14:paraId="1165E7B3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01F0853" w14:textId="77777777" w:rsidR="00D27966" w:rsidRPr="004E72B7" w:rsidRDefault="00D27966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218F35F7" w14:textId="2CFE816E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 pvc bend</w:t>
            </w:r>
          </w:p>
        </w:tc>
        <w:tc>
          <w:tcPr>
            <w:tcW w:w="1134" w:type="dxa"/>
          </w:tcPr>
          <w:p w14:paraId="0E160818" w14:textId="1E10AB46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7E413F81" w14:textId="00875B39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17" w:type="dxa"/>
          </w:tcPr>
          <w:p w14:paraId="282E404F" w14:textId="77777777" w:rsidR="00D27966" w:rsidRPr="004E72B7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7966" w:rsidRPr="004E72B7" w14:paraId="6CC86F9E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F579C40" w14:textId="77777777" w:rsidR="00D27966" w:rsidRPr="004E72B7" w:rsidRDefault="00D27966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F120A47" w14:textId="37E2EF12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 pvc tee with inspection cap</w:t>
            </w:r>
          </w:p>
        </w:tc>
        <w:tc>
          <w:tcPr>
            <w:tcW w:w="1134" w:type="dxa"/>
          </w:tcPr>
          <w:p w14:paraId="72214D7C" w14:textId="0A14E166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02A68C74" w14:textId="5E17B017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4A67021A" w14:textId="77777777" w:rsidR="00D27966" w:rsidRPr="004E72B7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7966" w:rsidRPr="004E72B7" w14:paraId="49DE1FEC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2541310" w14:textId="77777777" w:rsidR="00D27966" w:rsidRPr="004E72B7" w:rsidRDefault="00D27966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7E6C413F" w14:textId="0BFA4E2C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 pvc tee</w:t>
            </w:r>
          </w:p>
        </w:tc>
        <w:tc>
          <w:tcPr>
            <w:tcW w:w="1134" w:type="dxa"/>
          </w:tcPr>
          <w:p w14:paraId="1A10186F" w14:textId="28779709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1559" w:type="dxa"/>
          </w:tcPr>
          <w:p w14:paraId="76860841" w14:textId="0EE9EAE5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17" w:type="dxa"/>
          </w:tcPr>
          <w:p w14:paraId="0EF78CB8" w14:textId="77777777" w:rsidR="00D27966" w:rsidRPr="004E72B7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7966" w:rsidRPr="004E72B7" w14:paraId="7447C020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525342A" w14:textId="77777777" w:rsidR="00D27966" w:rsidRPr="004E72B7" w:rsidRDefault="00D27966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0F4F2041" w14:textId="6B63C3FD" w:rsidR="00D27966" w:rsidRP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D27966">
              <w:rPr>
                <w:b/>
                <w:bCs/>
                <w:lang w:val="en-GB"/>
              </w:rPr>
              <w:t>Furniture</w:t>
            </w:r>
          </w:p>
        </w:tc>
        <w:tc>
          <w:tcPr>
            <w:tcW w:w="1134" w:type="dxa"/>
          </w:tcPr>
          <w:p w14:paraId="69950DCA" w14:textId="77777777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163EF6B8" w14:textId="77777777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8BBFBF" w14:textId="77777777" w:rsidR="00D27966" w:rsidRPr="004E72B7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27966" w:rsidRPr="004E72B7" w14:paraId="156F2A09" w14:textId="77777777" w:rsidTr="004640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A70578F" w14:textId="77777777" w:rsidR="00D27966" w:rsidRPr="004E72B7" w:rsidRDefault="00D27966" w:rsidP="001979C8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52DBF046" w14:textId="7428DFCD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Counter with Seat</w:t>
            </w:r>
          </w:p>
        </w:tc>
        <w:tc>
          <w:tcPr>
            <w:tcW w:w="1134" w:type="dxa"/>
          </w:tcPr>
          <w:p w14:paraId="5A9D99C6" w14:textId="2C43EE32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Ite</w:t>
            </w:r>
            <w:r w:rsidR="0006571E">
              <w:rPr>
                <w:lang w:val="en-GB"/>
              </w:rPr>
              <w:t>m</w:t>
            </w:r>
          </w:p>
        </w:tc>
        <w:tc>
          <w:tcPr>
            <w:tcW w:w="1559" w:type="dxa"/>
          </w:tcPr>
          <w:p w14:paraId="6B2133CB" w14:textId="621C266A" w:rsidR="00D27966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17" w:type="dxa"/>
          </w:tcPr>
          <w:p w14:paraId="73CCDE0A" w14:textId="77777777" w:rsidR="00D27966" w:rsidRPr="004E72B7" w:rsidRDefault="00D27966" w:rsidP="001979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345A8BA" w14:textId="77777777" w:rsidR="00E153CD" w:rsidRPr="00492684" w:rsidRDefault="00E153CD" w:rsidP="00C44890">
      <w:pPr>
        <w:rPr>
          <w:lang w:val="en-GB"/>
        </w:rPr>
      </w:pPr>
    </w:p>
    <w:sectPr w:rsidR="00E153CD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DD618" w14:textId="77777777" w:rsidR="00825D8F" w:rsidRDefault="00825D8F">
      <w:r>
        <w:separator/>
      </w:r>
    </w:p>
  </w:endnote>
  <w:endnote w:type="continuationSeparator" w:id="0">
    <w:p w14:paraId="3119385C" w14:textId="77777777" w:rsidR="00825D8F" w:rsidRDefault="00825D8F">
      <w:r>
        <w:continuationSeparator/>
      </w:r>
    </w:p>
  </w:endnote>
  <w:endnote w:type="continuationNotice" w:id="1">
    <w:p w14:paraId="5A1B3685" w14:textId="77777777" w:rsidR="00825D8F" w:rsidRDefault="00825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59F87FA3" w:rsidR="00883CF9" w:rsidRDefault="00883CF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B135D" w:rsidRPr="00BB135D">
      <w:rPr>
        <w:noProof/>
        <w:color w:val="17365D" w:themeColor="text2" w:themeShade="BF"/>
        <w:lang w:val="sv-SE"/>
      </w:rPr>
      <w:t>6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B135D" w:rsidRPr="00BB135D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19CEEC43" w:rsidR="00883CF9" w:rsidRDefault="00883CF9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02182">
      <w:rPr>
        <w:noProof/>
      </w:rPr>
      <w:t>2023-05-15</w:t>
    </w:r>
    <w:r>
      <w:fldChar w:fldCharType="end"/>
    </w:r>
  </w:p>
  <w:p w14:paraId="4C7E2131" w14:textId="77777777" w:rsidR="00883CF9" w:rsidRDefault="00883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BB8F6" w14:textId="77777777" w:rsidR="00825D8F" w:rsidRDefault="00825D8F">
      <w:r>
        <w:separator/>
      </w:r>
    </w:p>
  </w:footnote>
  <w:footnote w:type="continuationSeparator" w:id="0">
    <w:p w14:paraId="060707B8" w14:textId="77777777" w:rsidR="00825D8F" w:rsidRDefault="00825D8F">
      <w:r>
        <w:continuationSeparator/>
      </w:r>
    </w:p>
  </w:footnote>
  <w:footnote w:type="continuationNotice" w:id="1">
    <w:p w14:paraId="19CAD193" w14:textId="77777777" w:rsidR="00825D8F" w:rsidRDefault="00825D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773CF8B7" w:rsidR="00883CF9" w:rsidRPr="00FF7B55" w:rsidRDefault="00883CF9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="009E56AB" w:rsidRPr="00492684">
      <w:rPr>
        <w:rStyle w:val="Strong"/>
        <w:rFonts w:asciiTheme="minorHAnsi" w:hAnsiTheme="minorHAnsi" w:cstheme="minorHAnsi"/>
        <w:lang w:val="en-GB"/>
      </w:rPr>
      <w:t>RFQ-</w:t>
    </w:r>
    <w:r w:rsidR="00C02182">
      <w:rPr>
        <w:rStyle w:val="Strong"/>
        <w:rFonts w:asciiTheme="minorHAnsi" w:hAnsiTheme="minorHAnsi" w:cstheme="minorHAnsi"/>
        <w:lang w:val="en-GB"/>
      </w:rPr>
      <w:t>15-G023-23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11114"/>
    <w:multiLevelType w:val="hybridMultilevel"/>
    <w:tmpl w:val="9D7C1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3"/>
  </w:num>
  <w:num w:numId="14">
    <w:abstractNumId w:val="3"/>
  </w:num>
  <w:num w:numId="15">
    <w:abstractNumId w:val="7"/>
  </w:num>
  <w:num w:numId="1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571E"/>
    <w:rsid w:val="00066AF8"/>
    <w:rsid w:val="00072DBF"/>
    <w:rsid w:val="00072E8D"/>
    <w:rsid w:val="00073806"/>
    <w:rsid w:val="00075273"/>
    <w:rsid w:val="0007586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4C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0595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7E2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BB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80B"/>
    <w:rsid w:val="00154C8B"/>
    <w:rsid w:val="00155772"/>
    <w:rsid w:val="00156024"/>
    <w:rsid w:val="0015629F"/>
    <w:rsid w:val="00157281"/>
    <w:rsid w:val="001575F7"/>
    <w:rsid w:val="00160266"/>
    <w:rsid w:val="00161178"/>
    <w:rsid w:val="00161D95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979C8"/>
    <w:rsid w:val="001A0764"/>
    <w:rsid w:val="001A10C5"/>
    <w:rsid w:val="001B2828"/>
    <w:rsid w:val="001B28AC"/>
    <w:rsid w:val="001B54D2"/>
    <w:rsid w:val="001B6479"/>
    <w:rsid w:val="001B6737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8ED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82E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293A"/>
    <w:rsid w:val="00284096"/>
    <w:rsid w:val="002859FD"/>
    <w:rsid w:val="00285D9E"/>
    <w:rsid w:val="00285E5B"/>
    <w:rsid w:val="0028786F"/>
    <w:rsid w:val="00287DDF"/>
    <w:rsid w:val="0029089A"/>
    <w:rsid w:val="002932D5"/>
    <w:rsid w:val="00294F23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26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B40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9C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330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C1C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57FD6"/>
    <w:rsid w:val="0046025C"/>
    <w:rsid w:val="00461005"/>
    <w:rsid w:val="0046185A"/>
    <w:rsid w:val="00463A7B"/>
    <w:rsid w:val="004640A4"/>
    <w:rsid w:val="004646FD"/>
    <w:rsid w:val="004678CC"/>
    <w:rsid w:val="00467B3E"/>
    <w:rsid w:val="0047014F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6F0C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0E8"/>
    <w:rsid w:val="004B1E07"/>
    <w:rsid w:val="004B3590"/>
    <w:rsid w:val="004B4999"/>
    <w:rsid w:val="004B7E01"/>
    <w:rsid w:val="004C01C3"/>
    <w:rsid w:val="004C0821"/>
    <w:rsid w:val="004C10C9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72B7"/>
    <w:rsid w:val="004F0141"/>
    <w:rsid w:val="004F083D"/>
    <w:rsid w:val="004F0924"/>
    <w:rsid w:val="004F1A85"/>
    <w:rsid w:val="004F2FB4"/>
    <w:rsid w:val="004F4C31"/>
    <w:rsid w:val="004F4CA4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92B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2CFE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54F"/>
    <w:rsid w:val="00675293"/>
    <w:rsid w:val="00675327"/>
    <w:rsid w:val="0067573E"/>
    <w:rsid w:val="0067682D"/>
    <w:rsid w:val="00677ECA"/>
    <w:rsid w:val="00680534"/>
    <w:rsid w:val="00680E47"/>
    <w:rsid w:val="006813C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2568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275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5D8F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3CF9"/>
    <w:rsid w:val="008857C5"/>
    <w:rsid w:val="00885FB3"/>
    <w:rsid w:val="0088706A"/>
    <w:rsid w:val="00887370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536B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5E96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50BE"/>
    <w:rsid w:val="00997B5D"/>
    <w:rsid w:val="009A0B33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247"/>
    <w:rsid w:val="009E095D"/>
    <w:rsid w:val="009E1485"/>
    <w:rsid w:val="009E278C"/>
    <w:rsid w:val="009E4037"/>
    <w:rsid w:val="009E56AB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717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918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14E3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340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7AC"/>
    <w:rsid w:val="00B22CCE"/>
    <w:rsid w:val="00B23CAE"/>
    <w:rsid w:val="00B25C06"/>
    <w:rsid w:val="00B26880"/>
    <w:rsid w:val="00B26FC3"/>
    <w:rsid w:val="00B27410"/>
    <w:rsid w:val="00B27A65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706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35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182"/>
    <w:rsid w:val="00C02DCC"/>
    <w:rsid w:val="00C030D2"/>
    <w:rsid w:val="00C03D1C"/>
    <w:rsid w:val="00C05881"/>
    <w:rsid w:val="00C05BFA"/>
    <w:rsid w:val="00C06274"/>
    <w:rsid w:val="00C067D1"/>
    <w:rsid w:val="00C071E9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56CF"/>
    <w:rsid w:val="00C36273"/>
    <w:rsid w:val="00C368E9"/>
    <w:rsid w:val="00C411CA"/>
    <w:rsid w:val="00C411FE"/>
    <w:rsid w:val="00C422A8"/>
    <w:rsid w:val="00C447AC"/>
    <w:rsid w:val="00C44890"/>
    <w:rsid w:val="00C45E14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04D"/>
    <w:rsid w:val="00CC4DC5"/>
    <w:rsid w:val="00CC5774"/>
    <w:rsid w:val="00CC64E1"/>
    <w:rsid w:val="00CC7B64"/>
    <w:rsid w:val="00CD0228"/>
    <w:rsid w:val="00CD08FF"/>
    <w:rsid w:val="00CD2868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996"/>
    <w:rsid w:val="00CF4B98"/>
    <w:rsid w:val="00CF64F1"/>
    <w:rsid w:val="00CF66E0"/>
    <w:rsid w:val="00CF6C39"/>
    <w:rsid w:val="00CF78F2"/>
    <w:rsid w:val="00CF7D02"/>
    <w:rsid w:val="00D00563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7966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894"/>
    <w:rsid w:val="00D42419"/>
    <w:rsid w:val="00D429BF"/>
    <w:rsid w:val="00D43081"/>
    <w:rsid w:val="00D434E8"/>
    <w:rsid w:val="00D43B9C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97AA8"/>
    <w:rsid w:val="00DA1075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BB1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3CD"/>
    <w:rsid w:val="00E157F7"/>
    <w:rsid w:val="00E16D4D"/>
    <w:rsid w:val="00E16F3C"/>
    <w:rsid w:val="00E20080"/>
    <w:rsid w:val="00E20611"/>
    <w:rsid w:val="00E213E1"/>
    <w:rsid w:val="00E2200E"/>
    <w:rsid w:val="00E2236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B59"/>
    <w:rsid w:val="00F04E80"/>
    <w:rsid w:val="00F05347"/>
    <w:rsid w:val="00F06488"/>
    <w:rsid w:val="00F06772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5DF5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45EA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F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386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5F5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F51F76E0-2B3A-4F1F-8F41-AE7D3835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640A4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CFA7C0-14A8-4620-A7A4-B3F7DACB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632</TotalTime>
  <Pages>10</Pages>
  <Words>1364</Words>
  <Characters>7778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9124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36</cp:revision>
  <cp:lastPrinted>2023-05-12T03:27:00Z</cp:lastPrinted>
  <dcterms:created xsi:type="dcterms:W3CDTF">2021-04-01T04:52:00Z</dcterms:created>
  <dcterms:modified xsi:type="dcterms:W3CDTF">2023-05-14T23:17:00Z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